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F25" w:rsidRDefault="00187F25" w:rsidP="00187F25">
      <w:pPr>
        <w:pStyle w:val="Obsah1"/>
        <w:jc w:val="center"/>
        <w:rPr>
          <w:rFonts w:ascii="Tahoma" w:hAnsi="Tahoma" w:cs="Tahoma"/>
          <w:sz w:val="40"/>
          <w:szCs w:val="40"/>
        </w:rPr>
      </w:pPr>
      <w:bookmarkStart w:id="0" w:name="_Toc387134281"/>
      <w:bookmarkStart w:id="1" w:name="_Toc460988945"/>
      <w:bookmarkStart w:id="2" w:name="_Toc471821391"/>
      <w:bookmarkStart w:id="3" w:name="_Toc344466805"/>
      <w:bookmarkStart w:id="4" w:name="_Toc223402600"/>
      <w:bookmarkStart w:id="5" w:name="_Toc354733282"/>
    </w:p>
    <w:p w:rsidR="00187F25" w:rsidRDefault="00187F25" w:rsidP="00187F25">
      <w:pPr>
        <w:pStyle w:val="Obsah1"/>
        <w:jc w:val="center"/>
        <w:rPr>
          <w:rFonts w:ascii="Tahoma" w:hAnsi="Tahoma" w:cs="Tahoma"/>
          <w:sz w:val="40"/>
          <w:szCs w:val="40"/>
        </w:rPr>
      </w:pPr>
    </w:p>
    <w:p w:rsidR="00187F25" w:rsidRDefault="00187F25" w:rsidP="00187F25">
      <w:pPr>
        <w:pStyle w:val="Obsah1"/>
        <w:jc w:val="center"/>
        <w:rPr>
          <w:rFonts w:ascii="Tahoma" w:hAnsi="Tahoma" w:cs="Tahoma"/>
          <w:sz w:val="40"/>
          <w:szCs w:val="40"/>
        </w:rPr>
      </w:pPr>
    </w:p>
    <w:p w:rsidR="00187F25" w:rsidRPr="00187F25" w:rsidRDefault="00187F25" w:rsidP="00187F25"/>
    <w:p w:rsidR="00187F25" w:rsidRDefault="00187F25" w:rsidP="00187F25">
      <w:pPr>
        <w:pStyle w:val="Obsah1"/>
        <w:jc w:val="center"/>
        <w:rPr>
          <w:rFonts w:ascii="Tahoma" w:hAnsi="Tahoma" w:cs="Tahoma"/>
          <w:sz w:val="40"/>
          <w:szCs w:val="40"/>
        </w:rPr>
      </w:pPr>
    </w:p>
    <w:p w:rsidR="00187F25" w:rsidRDefault="00187F25" w:rsidP="00187F25">
      <w:pPr>
        <w:pStyle w:val="Obsah1"/>
        <w:jc w:val="center"/>
        <w:rPr>
          <w:rFonts w:ascii="Tahoma" w:hAnsi="Tahoma" w:cs="Tahoma"/>
          <w:sz w:val="40"/>
          <w:szCs w:val="40"/>
        </w:rPr>
      </w:pPr>
    </w:p>
    <w:p w:rsidR="00187F25" w:rsidRDefault="004D61FE" w:rsidP="00187F25">
      <w:pPr>
        <w:pStyle w:val="Obsah1"/>
        <w:jc w:val="center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DOKLADOVÁ ČÁST</w:t>
      </w:r>
    </w:p>
    <w:p w:rsidR="00187F25" w:rsidRPr="00857500" w:rsidRDefault="00187F25" w:rsidP="00187F25">
      <w:pPr>
        <w:pStyle w:val="Obsah1"/>
        <w:rPr>
          <w:rFonts w:ascii="Tahoma" w:hAnsi="Tahoma" w:cs="Tahoma"/>
        </w:rPr>
      </w:pPr>
    </w:p>
    <w:p w:rsidR="00187F25" w:rsidRPr="00857500" w:rsidRDefault="00187F25" w:rsidP="00187F25">
      <w:pPr>
        <w:pStyle w:val="Obsah1"/>
        <w:rPr>
          <w:rFonts w:ascii="Tahoma" w:hAnsi="Tahoma" w:cs="Tahoma"/>
        </w:rPr>
      </w:pPr>
    </w:p>
    <w:p w:rsidR="00187F25" w:rsidRDefault="00187F25" w:rsidP="00187F25">
      <w:pPr>
        <w:pStyle w:val="Nadpis6"/>
        <w:numPr>
          <w:ilvl w:val="0"/>
          <w:numId w:val="0"/>
        </w:numPr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Investor:</w:t>
      </w:r>
      <w:r w:rsidRPr="00E35F7E"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>Město PETŘVALD</w:t>
      </w:r>
    </w:p>
    <w:p w:rsidR="00187F25" w:rsidRPr="00E35F7E" w:rsidRDefault="00187F25" w:rsidP="00187F25">
      <w:pPr>
        <w:pStyle w:val="Nadpis6"/>
        <w:numPr>
          <w:ilvl w:val="0"/>
          <w:numId w:val="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>náměstí Gen. Vicherka 2511, 735 41 Petřvald</w:t>
      </w:r>
      <w:r w:rsidRPr="00E35F7E">
        <w:rPr>
          <w:rFonts w:cs="Arial"/>
          <w:b/>
          <w:sz w:val="24"/>
          <w:szCs w:val="24"/>
        </w:rPr>
        <w:tab/>
      </w:r>
    </w:p>
    <w:p w:rsidR="00187F25" w:rsidRPr="00E35F7E" w:rsidRDefault="00187F25" w:rsidP="00187F25">
      <w:pPr>
        <w:pStyle w:val="Nadpis6"/>
        <w:numPr>
          <w:ilvl w:val="0"/>
          <w:numId w:val="0"/>
        </w:numPr>
        <w:rPr>
          <w:rFonts w:cs="Arial"/>
          <w:b/>
          <w:sz w:val="24"/>
          <w:szCs w:val="24"/>
        </w:rPr>
      </w:pPr>
    </w:p>
    <w:p w:rsidR="00187F25" w:rsidRPr="00E35F7E" w:rsidRDefault="00187F25" w:rsidP="00187F25">
      <w:pPr>
        <w:rPr>
          <w:rFonts w:cs="Arial"/>
          <w:b/>
          <w:sz w:val="24"/>
          <w:szCs w:val="24"/>
        </w:rPr>
      </w:pPr>
    </w:p>
    <w:p w:rsidR="00187F25" w:rsidRPr="00E35F7E" w:rsidRDefault="00187F25" w:rsidP="00187F25">
      <w:pPr>
        <w:pStyle w:val="Nadpis5"/>
        <w:numPr>
          <w:ilvl w:val="0"/>
          <w:numId w:val="0"/>
        </w:numPr>
        <w:jc w:val="left"/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Stavba:</w:t>
      </w:r>
      <w:r w:rsidRPr="00E35F7E"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 w:rsidR="004A53D7" w:rsidRPr="001B24F4">
        <w:rPr>
          <w:rFonts w:cs="Arial"/>
          <w:b/>
          <w:sz w:val="24"/>
          <w:szCs w:val="24"/>
        </w:rPr>
        <w:t>Parkoviště osobních automobilů ul. U Kovárny</w:t>
      </w:r>
    </w:p>
    <w:p w:rsidR="00187F25" w:rsidRPr="00E35F7E" w:rsidRDefault="00187F25" w:rsidP="00187F25">
      <w:pPr>
        <w:rPr>
          <w:rFonts w:cs="Arial"/>
          <w:b/>
          <w:sz w:val="24"/>
          <w:szCs w:val="24"/>
        </w:rPr>
      </w:pPr>
    </w:p>
    <w:p w:rsidR="00187F25" w:rsidRPr="00E35F7E" w:rsidRDefault="00187F25" w:rsidP="00187F25">
      <w:pPr>
        <w:rPr>
          <w:rFonts w:cs="Arial"/>
          <w:b/>
          <w:sz w:val="24"/>
          <w:szCs w:val="24"/>
        </w:rPr>
      </w:pPr>
    </w:p>
    <w:p w:rsidR="00187F25" w:rsidRPr="00E35F7E" w:rsidRDefault="00187F25" w:rsidP="00187F25">
      <w:pPr>
        <w:pStyle w:val="Nadpis6"/>
        <w:numPr>
          <w:ilvl w:val="0"/>
          <w:numId w:val="0"/>
        </w:numPr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Stupeň:</w:t>
      </w:r>
      <w:r w:rsidRPr="00E35F7E"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 xml:space="preserve">Dokumentace pro </w:t>
      </w:r>
      <w:r w:rsidR="00F279E6">
        <w:rPr>
          <w:rFonts w:cs="Arial"/>
          <w:b/>
          <w:sz w:val="24"/>
          <w:szCs w:val="24"/>
        </w:rPr>
        <w:t>provádění stavby</w:t>
      </w:r>
    </w:p>
    <w:p w:rsidR="00187F25" w:rsidRPr="00E35F7E" w:rsidRDefault="00187F25" w:rsidP="00187F25">
      <w:pPr>
        <w:rPr>
          <w:rFonts w:cs="Arial"/>
          <w:b/>
          <w:sz w:val="24"/>
          <w:szCs w:val="24"/>
        </w:rPr>
      </w:pPr>
    </w:p>
    <w:p w:rsidR="00187F25" w:rsidRPr="00E35F7E" w:rsidRDefault="00187F25" w:rsidP="00187F25">
      <w:pPr>
        <w:rPr>
          <w:rFonts w:cs="Arial"/>
          <w:b/>
          <w:sz w:val="24"/>
          <w:szCs w:val="24"/>
        </w:rPr>
      </w:pPr>
    </w:p>
    <w:p w:rsidR="00187F25" w:rsidRPr="00E35F7E" w:rsidRDefault="00187F25" w:rsidP="00187F25">
      <w:pPr>
        <w:pStyle w:val="Nadpis6"/>
        <w:numPr>
          <w:ilvl w:val="0"/>
          <w:numId w:val="0"/>
        </w:numPr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Datum:</w:t>
      </w:r>
      <w:r w:rsidRPr="00E35F7E">
        <w:rPr>
          <w:rFonts w:cs="Arial"/>
          <w:b/>
          <w:sz w:val="24"/>
          <w:szCs w:val="24"/>
        </w:rPr>
        <w:tab/>
      </w:r>
      <w:r w:rsidR="00687027">
        <w:rPr>
          <w:rFonts w:cs="Arial"/>
          <w:b/>
          <w:sz w:val="24"/>
          <w:szCs w:val="24"/>
        </w:rPr>
        <w:tab/>
      </w:r>
      <w:r w:rsidR="00687027">
        <w:rPr>
          <w:rFonts w:cs="Arial"/>
          <w:b/>
          <w:sz w:val="24"/>
          <w:szCs w:val="24"/>
        </w:rPr>
        <w:tab/>
      </w:r>
      <w:r w:rsidR="00687027">
        <w:rPr>
          <w:rFonts w:cs="Arial"/>
          <w:b/>
          <w:sz w:val="24"/>
          <w:szCs w:val="24"/>
        </w:rPr>
        <w:tab/>
      </w:r>
      <w:r w:rsidR="00F279E6">
        <w:rPr>
          <w:rFonts w:cs="Arial"/>
          <w:b/>
          <w:sz w:val="24"/>
          <w:szCs w:val="24"/>
        </w:rPr>
        <w:t>prosinec</w:t>
      </w:r>
      <w:r w:rsidR="004A53D7">
        <w:rPr>
          <w:rFonts w:cs="Arial"/>
          <w:b/>
          <w:sz w:val="24"/>
          <w:szCs w:val="24"/>
        </w:rPr>
        <w:t xml:space="preserve"> 2020</w:t>
      </w:r>
    </w:p>
    <w:p w:rsidR="00187F25" w:rsidRPr="00E35F7E" w:rsidRDefault="00187F25" w:rsidP="00187F25">
      <w:pPr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ab/>
      </w:r>
    </w:p>
    <w:p w:rsidR="00187F25" w:rsidRPr="00E35F7E" w:rsidRDefault="00187F25" w:rsidP="00187F25">
      <w:pPr>
        <w:rPr>
          <w:rFonts w:cs="Arial"/>
          <w:b/>
          <w:sz w:val="24"/>
          <w:szCs w:val="24"/>
        </w:rPr>
      </w:pPr>
    </w:p>
    <w:p w:rsidR="00187F25" w:rsidRPr="00E35F7E" w:rsidRDefault="00187F25" w:rsidP="00187F25">
      <w:pPr>
        <w:pStyle w:val="Nadpis6"/>
        <w:numPr>
          <w:ilvl w:val="0"/>
          <w:numId w:val="0"/>
        </w:numPr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>Vypracoval:</w:t>
      </w:r>
      <w:r w:rsidRPr="00E35F7E"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 w:rsidRPr="00E35F7E">
        <w:rPr>
          <w:rFonts w:cs="Arial"/>
          <w:b/>
          <w:sz w:val="24"/>
          <w:szCs w:val="24"/>
        </w:rPr>
        <w:t>Ing. Pavol Lipták</w:t>
      </w:r>
    </w:p>
    <w:p w:rsidR="00187F25" w:rsidRPr="00E35F7E" w:rsidRDefault="00187F25" w:rsidP="00187F25">
      <w:pPr>
        <w:rPr>
          <w:rFonts w:cs="Arial"/>
          <w:b/>
          <w:sz w:val="24"/>
          <w:szCs w:val="24"/>
        </w:rPr>
      </w:pPr>
    </w:p>
    <w:p w:rsidR="00187F25" w:rsidRPr="00E35F7E" w:rsidRDefault="00187F25" w:rsidP="00187F25">
      <w:pPr>
        <w:rPr>
          <w:rFonts w:cs="Arial"/>
          <w:b/>
          <w:sz w:val="24"/>
          <w:szCs w:val="24"/>
        </w:rPr>
      </w:pPr>
    </w:p>
    <w:p w:rsidR="00187F25" w:rsidRDefault="00187F25" w:rsidP="00187F25">
      <w:pPr>
        <w:pStyle w:val="Nadpis6"/>
        <w:numPr>
          <w:ilvl w:val="0"/>
          <w:numId w:val="0"/>
        </w:numPr>
        <w:rPr>
          <w:rFonts w:cs="Arial"/>
          <w:b/>
          <w:sz w:val="24"/>
          <w:szCs w:val="24"/>
        </w:rPr>
      </w:pPr>
      <w:r w:rsidRPr="00E35F7E">
        <w:rPr>
          <w:rFonts w:cs="Arial"/>
          <w:b/>
          <w:sz w:val="24"/>
          <w:szCs w:val="24"/>
        </w:rPr>
        <w:t xml:space="preserve">Zakázkové číslo: </w:t>
      </w:r>
      <w:r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ab/>
      </w:r>
      <w:r w:rsidR="004A53D7">
        <w:rPr>
          <w:rFonts w:cs="Arial"/>
          <w:b/>
          <w:sz w:val="24"/>
          <w:szCs w:val="24"/>
        </w:rPr>
        <w:t>202013</w:t>
      </w:r>
    </w:p>
    <w:p w:rsidR="004D61FE" w:rsidRDefault="004D61FE" w:rsidP="004D61FE"/>
    <w:p w:rsidR="004D61FE" w:rsidRDefault="004D61FE" w:rsidP="004D61FE"/>
    <w:p w:rsidR="004D61FE" w:rsidRDefault="004D61FE" w:rsidP="004D61FE"/>
    <w:p w:rsidR="004D61FE" w:rsidRDefault="004D61FE" w:rsidP="004D61FE"/>
    <w:p w:rsidR="004D61FE" w:rsidRDefault="004D61FE" w:rsidP="004D61FE"/>
    <w:p w:rsidR="00F279E6" w:rsidRDefault="00F279E6" w:rsidP="00F279E6">
      <w:pPr>
        <w:spacing w:after="0"/>
        <w:ind w:right="284"/>
        <w:rPr>
          <w:rFonts w:cs="Arial"/>
          <w:b/>
          <w:u w:val="single"/>
        </w:rPr>
      </w:pPr>
      <w:r>
        <w:rPr>
          <w:rFonts w:cs="Arial"/>
          <w:b/>
          <w:u w:val="single"/>
        </w:rPr>
        <w:lastRenderedPageBreak/>
        <w:t>S</w:t>
      </w:r>
      <w:r>
        <w:rPr>
          <w:rFonts w:cs="Arial"/>
          <w:b/>
          <w:u w:val="single"/>
        </w:rPr>
        <w:t>polečné</w:t>
      </w:r>
      <w:r>
        <w:rPr>
          <w:rFonts w:cs="Arial"/>
          <w:b/>
          <w:u w:val="single"/>
        </w:rPr>
        <w:t xml:space="preserve"> povolení</w:t>
      </w:r>
    </w:p>
    <w:p w:rsidR="00F279E6" w:rsidRDefault="00F279E6" w:rsidP="00F279E6">
      <w:r w:rsidRPr="005E3E5C">
        <w:rPr>
          <w:b/>
        </w:rPr>
        <w:t>ROZHODNUTÍ č. 17/2020</w:t>
      </w:r>
      <w:r w:rsidRPr="005E3E5C">
        <w:t xml:space="preserve"> ze dne </w:t>
      </w:r>
      <w:proofErr w:type="gramStart"/>
      <w:r w:rsidRPr="005E3E5C">
        <w:t>15.12.2020</w:t>
      </w:r>
      <w:proofErr w:type="gramEnd"/>
      <w:r w:rsidRPr="005E3E5C">
        <w:t xml:space="preserve"> vydaného příslušným speciálním stavebním úřadem - Městský úřad Orlová, odbor výstavby a životního prostředí, zn.: MUOR 110636/2020, spis. </w:t>
      </w:r>
      <w:proofErr w:type="gramStart"/>
      <w:r w:rsidRPr="005E3E5C">
        <w:t>zn.</w:t>
      </w:r>
      <w:proofErr w:type="gramEnd"/>
      <w:r w:rsidRPr="005E3E5C">
        <w:t>: MUOR S 22839/2020/OVŽP/KIS.</w:t>
      </w:r>
    </w:p>
    <w:p w:rsidR="00F279E6" w:rsidRDefault="00F279E6" w:rsidP="007B0F97">
      <w:pPr>
        <w:spacing w:after="0"/>
        <w:ind w:right="284"/>
        <w:rPr>
          <w:rFonts w:cs="Arial"/>
          <w:b/>
          <w:u w:val="single"/>
        </w:rPr>
      </w:pPr>
    </w:p>
    <w:p w:rsidR="004D61FE" w:rsidRPr="00F16742" w:rsidRDefault="004D61FE" w:rsidP="007B0F97">
      <w:pPr>
        <w:spacing w:after="0"/>
        <w:ind w:right="284"/>
        <w:rPr>
          <w:rFonts w:cs="Arial"/>
          <w:b/>
          <w:u w:val="single"/>
        </w:rPr>
      </w:pPr>
      <w:r w:rsidRPr="00F16742">
        <w:rPr>
          <w:rFonts w:cs="Arial"/>
          <w:b/>
          <w:u w:val="single"/>
        </w:rPr>
        <w:t>Vyjádření správních orgánů:</w:t>
      </w:r>
    </w:p>
    <w:p w:rsidR="004D61FE" w:rsidRPr="004D61FE" w:rsidRDefault="004D61FE" w:rsidP="001502EA">
      <w:pPr>
        <w:pStyle w:val="Odstavecseseznamem"/>
        <w:numPr>
          <w:ilvl w:val="0"/>
          <w:numId w:val="16"/>
        </w:numPr>
        <w:overflowPunct/>
        <w:autoSpaceDE/>
        <w:autoSpaceDN/>
        <w:adjustRightInd/>
        <w:spacing w:after="0" w:line="276" w:lineRule="auto"/>
        <w:ind w:left="425" w:hanging="357"/>
        <w:contextualSpacing/>
        <w:textAlignment w:val="auto"/>
        <w:rPr>
          <w:rFonts w:cs="Arial"/>
          <w:b/>
          <w:sz w:val="20"/>
        </w:rPr>
      </w:pPr>
      <w:r w:rsidRPr="004D61FE">
        <w:rPr>
          <w:rFonts w:cs="Arial"/>
          <w:b/>
          <w:sz w:val="20"/>
        </w:rPr>
        <w:t xml:space="preserve">Městský úřad Orlová, </w:t>
      </w:r>
      <w:r>
        <w:rPr>
          <w:rFonts w:cs="Arial"/>
          <w:b/>
          <w:sz w:val="20"/>
        </w:rPr>
        <w:t>O</w:t>
      </w:r>
      <w:r w:rsidRPr="004D61FE">
        <w:rPr>
          <w:rFonts w:cs="Arial"/>
          <w:b/>
          <w:sz w:val="20"/>
        </w:rPr>
        <w:t>dbor výstavby a životního prostředí</w:t>
      </w:r>
    </w:p>
    <w:p w:rsidR="004D61FE" w:rsidRDefault="004D61FE" w:rsidP="004D61FE">
      <w:pPr>
        <w:pStyle w:val="Odstavecseseznamem"/>
        <w:overflowPunct/>
        <w:autoSpaceDE/>
        <w:autoSpaceDN/>
        <w:adjustRightInd/>
        <w:spacing w:before="0" w:after="200" w:line="276" w:lineRule="auto"/>
        <w:ind w:left="426"/>
        <w:contextualSpacing/>
        <w:textAlignment w:val="auto"/>
        <w:rPr>
          <w:rFonts w:cs="Arial"/>
          <w:sz w:val="20"/>
        </w:rPr>
      </w:pPr>
      <w:r w:rsidRPr="004D61FE">
        <w:rPr>
          <w:rFonts w:cs="Arial"/>
          <w:sz w:val="20"/>
        </w:rPr>
        <w:t xml:space="preserve">- KOORDINOVANÉ ZÁVAZNÉ STANOVISKO A SDĚLENÍ – </w:t>
      </w:r>
      <w:proofErr w:type="gramStart"/>
      <w:r w:rsidRPr="004D61FE">
        <w:rPr>
          <w:rFonts w:cs="Arial"/>
          <w:sz w:val="20"/>
        </w:rPr>
        <w:t>č.j.</w:t>
      </w:r>
      <w:proofErr w:type="gramEnd"/>
      <w:r w:rsidRPr="004D61FE">
        <w:rPr>
          <w:rFonts w:cs="Arial"/>
          <w:sz w:val="20"/>
        </w:rPr>
        <w:t xml:space="preserve"> </w:t>
      </w:r>
      <w:r w:rsidR="00B544AC" w:rsidRPr="00B544AC">
        <w:rPr>
          <w:rFonts w:cs="Arial"/>
          <w:sz w:val="20"/>
        </w:rPr>
        <w:t>MUOR 118150/2020</w:t>
      </w:r>
      <w:r w:rsidR="00B544AC">
        <w:rPr>
          <w:rFonts w:cs="Arial"/>
          <w:sz w:val="20"/>
        </w:rPr>
        <w:t xml:space="preserve"> </w:t>
      </w:r>
      <w:r w:rsidR="003D46CA">
        <w:rPr>
          <w:rFonts w:cs="Arial"/>
          <w:sz w:val="20"/>
        </w:rPr>
        <w:t xml:space="preserve">ze dne </w:t>
      </w:r>
      <w:r w:rsidR="00B544AC">
        <w:rPr>
          <w:rFonts w:cs="Arial"/>
          <w:sz w:val="20"/>
        </w:rPr>
        <w:t>3</w:t>
      </w:r>
      <w:r w:rsidR="003D46CA">
        <w:rPr>
          <w:rFonts w:cs="Arial"/>
          <w:sz w:val="20"/>
        </w:rPr>
        <w:t>.</w:t>
      </w:r>
      <w:r w:rsidR="00B544AC">
        <w:rPr>
          <w:rFonts w:cs="Arial"/>
          <w:sz w:val="20"/>
        </w:rPr>
        <w:t>9</w:t>
      </w:r>
      <w:r w:rsidR="003D46CA">
        <w:rPr>
          <w:rFonts w:cs="Arial"/>
          <w:sz w:val="20"/>
        </w:rPr>
        <w:t>.2020</w:t>
      </w:r>
    </w:p>
    <w:p w:rsidR="004D61FE" w:rsidRPr="00315DAC" w:rsidRDefault="004D61FE" w:rsidP="00315DAC">
      <w:pPr>
        <w:pStyle w:val="Odstavecseseznamem"/>
        <w:numPr>
          <w:ilvl w:val="0"/>
          <w:numId w:val="16"/>
        </w:numPr>
        <w:overflowPunct/>
        <w:autoSpaceDE/>
        <w:autoSpaceDN/>
        <w:adjustRightInd/>
        <w:spacing w:before="240" w:after="0" w:line="276" w:lineRule="auto"/>
        <w:ind w:left="425" w:hanging="357"/>
        <w:contextualSpacing/>
        <w:textAlignment w:val="auto"/>
        <w:rPr>
          <w:rFonts w:cs="Arial"/>
          <w:b/>
          <w:sz w:val="20"/>
        </w:rPr>
      </w:pPr>
      <w:r>
        <w:rPr>
          <w:rFonts w:cs="Arial"/>
          <w:b/>
          <w:sz w:val="20"/>
        </w:rPr>
        <w:t>Městský úřad Petřvald, O</w:t>
      </w:r>
      <w:r w:rsidRPr="004D61FE">
        <w:rPr>
          <w:rFonts w:cs="Arial"/>
          <w:b/>
          <w:sz w:val="20"/>
        </w:rPr>
        <w:t>dbor výstavby a životního prostředí</w:t>
      </w:r>
    </w:p>
    <w:p w:rsidR="004D61FE" w:rsidRPr="004D61FE" w:rsidRDefault="004D61FE" w:rsidP="004D61FE">
      <w:pPr>
        <w:pStyle w:val="Odstavecseseznamem"/>
        <w:overflowPunct/>
        <w:autoSpaceDE/>
        <w:autoSpaceDN/>
        <w:adjustRightInd/>
        <w:spacing w:before="0" w:after="200" w:line="276" w:lineRule="auto"/>
        <w:ind w:left="426"/>
        <w:contextualSpacing/>
        <w:textAlignment w:val="auto"/>
        <w:rPr>
          <w:rFonts w:cs="Arial"/>
          <w:sz w:val="20"/>
        </w:rPr>
      </w:pPr>
      <w:r w:rsidRPr="004D61FE">
        <w:rPr>
          <w:rFonts w:cs="Arial"/>
          <w:sz w:val="20"/>
        </w:rPr>
        <w:t xml:space="preserve">- </w:t>
      </w:r>
      <w:r w:rsidR="00DF0E56">
        <w:rPr>
          <w:rFonts w:cs="Arial"/>
          <w:sz w:val="20"/>
        </w:rPr>
        <w:t>Vyjádření</w:t>
      </w:r>
      <w:r w:rsidRPr="004D61FE">
        <w:rPr>
          <w:rFonts w:cs="Arial"/>
          <w:sz w:val="20"/>
        </w:rPr>
        <w:t xml:space="preserve"> – </w:t>
      </w:r>
      <w:proofErr w:type="gramStart"/>
      <w:r w:rsidRPr="004D61FE">
        <w:rPr>
          <w:rFonts w:cs="Arial"/>
          <w:sz w:val="20"/>
        </w:rPr>
        <w:t>č.j.</w:t>
      </w:r>
      <w:proofErr w:type="gramEnd"/>
      <w:r w:rsidRPr="004D61FE">
        <w:rPr>
          <w:rFonts w:cs="Arial"/>
          <w:sz w:val="20"/>
        </w:rPr>
        <w:t xml:space="preserve"> </w:t>
      </w:r>
      <w:proofErr w:type="spellStart"/>
      <w:r w:rsidR="00DF0E56">
        <w:rPr>
          <w:rFonts w:cs="Arial"/>
          <w:sz w:val="20"/>
        </w:rPr>
        <w:t>MěÚP</w:t>
      </w:r>
      <w:proofErr w:type="spellEnd"/>
      <w:r w:rsidR="00DF0E56">
        <w:rPr>
          <w:rFonts w:cs="Arial"/>
          <w:sz w:val="20"/>
        </w:rPr>
        <w:t xml:space="preserve"> 5164</w:t>
      </w:r>
      <w:r w:rsidR="00AC6870" w:rsidRPr="00AC6870">
        <w:rPr>
          <w:rFonts w:cs="Arial"/>
          <w:sz w:val="20"/>
        </w:rPr>
        <w:t>/2020</w:t>
      </w:r>
      <w:r w:rsidR="00AC6870">
        <w:rPr>
          <w:rFonts w:cs="Arial"/>
          <w:sz w:val="20"/>
        </w:rPr>
        <w:t xml:space="preserve"> ze dne </w:t>
      </w:r>
      <w:r w:rsidR="00DF0E56">
        <w:rPr>
          <w:rFonts w:cs="Arial"/>
          <w:sz w:val="20"/>
        </w:rPr>
        <w:t>11</w:t>
      </w:r>
      <w:r w:rsidR="00AC6870">
        <w:rPr>
          <w:rFonts w:cs="Arial"/>
          <w:sz w:val="20"/>
        </w:rPr>
        <w:t>.</w:t>
      </w:r>
      <w:r w:rsidR="00DF0E56">
        <w:rPr>
          <w:rFonts w:cs="Arial"/>
          <w:sz w:val="20"/>
        </w:rPr>
        <w:t>8</w:t>
      </w:r>
      <w:r w:rsidR="00AC6870">
        <w:rPr>
          <w:rFonts w:cs="Arial"/>
          <w:sz w:val="20"/>
        </w:rPr>
        <w:t>.2020</w:t>
      </w:r>
    </w:p>
    <w:p w:rsidR="004D61FE" w:rsidRPr="00315DAC" w:rsidRDefault="004D61FE" w:rsidP="00315DAC">
      <w:pPr>
        <w:pStyle w:val="Odstavecseseznamem"/>
        <w:numPr>
          <w:ilvl w:val="0"/>
          <w:numId w:val="16"/>
        </w:numPr>
        <w:overflowPunct/>
        <w:autoSpaceDE/>
        <w:autoSpaceDN/>
        <w:adjustRightInd/>
        <w:spacing w:before="240" w:after="0" w:line="276" w:lineRule="auto"/>
        <w:ind w:left="425" w:hanging="357"/>
        <w:contextualSpacing/>
        <w:textAlignment w:val="auto"/>
        <w:rPr>
          <w:rFonts w:cs="Arial"/>
          <w:b/>
          <w:sz w:val="20"/>
        </w:rPr>
      </w:pPr>
      <w:r w:rsidRPr="004D61FE">
        <w:rPr>
          <w:rFonts w:cs="Arial"/>
          <w:b/>
          <w:sz w:val="20"/>
        </w:rPr>
        <w:t>Krajská hygienická stanice Moravskoslezského kraje</w:t>
      </w:r>
    </w:p>
    <w:p w:rsidR="004D61FE" w:rsidRDefault="004D61FE" w:rsidP="004D61FE">
      <w:pPr>
        <w:pStyle w:val="Odstavecseseznamem"/>
        <w:overflowPunct/>
        <w:autoSpaceDE/>
        <w:autoSpaceDN/>
        <w:adjustRightInd/>
        <w:spacing w:before="0" w:after="200" w:line="276" w:lineRule="auto"/>
        <w:ind w:left="426"/>
        <w:contextualSpacing/>
        <w:textAlignment w:val="auto"/>
        <w:rPr>
          <w:rFonts w:cs="Arial"/>
          <w:sz w:val="20"/>
        </w:rPr>
      </w:pPr>
      <w:r w:rsidRPr="004D61FE">
        <w:rPr>
          <w:rFonts w:cs="Arial"/>
          <w:sz w:val="20"/>
        </w:rPr>
        <w:t xml:space="preserve">- </w:t>
      </w:r>
      <w:r w:rsidR="00E77671" w:rsidRPr="00E77671">
        <w:rPr>
          <w:rFonts w:cs="Arial"/>
          <w:sz w:val="20"/>
        </w:rPr>
        <w:t xml:space="preserve">ZÁVAZNÉ STANOVISKO </w:t>
      </w:r>
      <w:r w:rsidRPr="004D61FE">
        <w:rPr>
          <w:rFonts w:cs="Arial"/>
          <w:sz w:val="20"/>
        </w:rPr>
        <w:t xml:space="preserve">- </w:t>
      </w:r>
      <w:r w:rsidR="00413715" w:rsidRPr="00413715">
        <w:rPr>
          <w:rFonts w:cs="Arial"/>
          <w:sz w:val="20"/>
        </w:rPr>
        <w:t>KHSMS 39228/2020/KA/HOK</w:t>
      </w:r>
      <w:r w:rsidR="005D4479">
        <w:rPr>
          <w:rFonts w:cs="Arial"/>
          <w:sz w:val="20"/>
        </w:rPr>
        <w:t xml:space="preserve"> ze dne </w:t>
      </w:r>
      <w:proofErr w:type="gramStart"/>
      <w:r w:rsidR="00413715">
        <w:rPr>
          <w:rFonts w:cs="Arial"/>
          <w:sz w:val="20"/>
        </w:rPr>
        <w:t>11</w:t>
      </w:r>
      <w:r w:rsidR="005D4479" w:rsidRPr="005D4479">
        <w:rPr>
          <w:rFonts w:cs="Arial"/>
          <w:sz w:val="20"/>
        </w:rPr>
        <w:t>.</w:t>
      </w:r>
      <w:r w:rsidR="00413715">
        <w:rPr>
          <w:rFonts w:cs="Arial"/>
          <w:sz w:val="20"/>
        </w:rPr>
        <w:t>8</w:t>
      </w:r>
      <w:r w:rsidR="005D4479" w:rsidRPr="005D4479">
        <w:rPr>
          <w:rFonts w:cs="Arial"/>
          <w:sz w:val="20"/>
        </w:rPr>
        <w:t>.2020</w:t>
      </w:r>
      <w:proofErr w:type="gramEnd"/>
    </w:p>
    <w:p w:rsidR="00EB7B24" w:rsidRDefault="00EB7B24" w:rsidP="00315DAC">
      <w:pPr>
        <w:pStyle w:val="Odstavecseseznamem"/>
        <w:numPr>
          <w:ilvl w:val="0"/>
          <w:numId w:val="16"/>
        </w:numPr>
        <w:overflowPunct/>
        <w:autoSpaceDE/>
        <w:autoSpaceDN/>
        <w:adjustRightInd/>
        <w:spacing w:before="240" w:after="0" w:line="276" w:lineRule="auto"/>
        <w:ind w:left="425" w:hanging="357"/>
        <w:contextualSpacing/>
        <w:textAlignment w:val="auto"/>
        <w:rPr>
          <w:rFonts w:cs="Arial"/>
          <w:b/>
          <w:sz w:val="20"/>
        </w:rPr>
      </w:pPr>
      <w:r w:rsidRPr="00EB7B24">
        <w:rPr>
          <w:rFonts w:cs="Arial"/>
          <w:b/>
          <w:sz w:val="20"/>
        </w:rPr>
        <w:t>Hasičský záchranný sbor Moravskoslezského kraje</w:t>
      </w:r>
      <w:r>
        <w:rPr>
          <w:rFonts w:cs="Arial"/>
          <w:b/>
          <w:sz w:val="20"/>
        </w:rPr>
        <w:t>, územní odbor Karviná</w:t>
      </w:r>
    </w:p>
    <w:p w:rsidR="00EB7B24" w:rsidRDefault="007B0F97" w:rsidP="00EB7B24">
      <w:pPr>
        <w:pStyle w:val="Odstavecseseznamem"/>
        <w:overflowPunct/>
        <w:autoSpaceDE/>
        <w:autoSpaceDN/>
        <w:adjustRightInd/>
        <w:spacing w:before="0" w:after="200" w:line="276" w:lineRule="auto"/>
        <w:ind w:left="426"/>
        <w:contextualSpacing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- Závazné stanovisko </w:t>
      </w:r>
      <w:proofErr w:type="spellStart"/>
      <w:r>
        <w:rPr>
          <w:rFonts w:cs="Arial"/>
          <w:sz w:val="20"/>
        </w:rPr>
        <w:t>dotč</w:t>
      </w:r>
      <w:proofErr w:type="spellEnd"/>
      <w:r>
        <w:rPr>
          <w:rFonts w:cs="Arial"/>
          <w:sz w:val="20"/>
        </w:rPr>
        <w:t>.</w:t>
      </w:r>
      <w:r w:rsidR="00EB7B24" w:rsidRPr="00EB7B24">
        <w:rPr>
          <w:rFonts w:cs="Arial"/>
          <w:sz w:val="20"/>
        </w:rPr>
        <w:t xml:space="preserve"> orgánu na úseku </w:t>
      </w:r>
      <w:r>
        <w:rPr>
          <w:rFonts w:cs="Arial"/>
          <w:sz w:val="20"/>
        </w:rPr>
        <w:t>PO</w:t>
      </w:r>
      <w:r w:rsidR="00EB7B24" w:rsidRPr="00EB7B24">
        <w:rPr>
          <w:rFonts w:cs="Arial"/>
          <w:sz w:val="20"/>
        </w:rPr>
        <w:t xml:space="preserve"> - č.j. </w:t>
      </w:r>
      <w:r w:rsidR="00492EB4" w:rsidRPr="00492EB4">
        <w:rPr>
          <w:rFonts w:cs="Arial"/>
          <w:sz w:val="20"/>
        </w:rPr>
        <w:t>HSOS- 6095-4/2020</w:t>
      </w:r>
      <w:r w:rsidR="00492EB4">
        <w:rPr>
          <w:rFonts w:cs="Arial"/>
          <w:sz w:val="20"/>
        </w:rPr>
        <w:t xml:space="preserve"> </w:t>
      </w:r>
      <w:r w:rsidR="00A839E4">
        <w:rPr>
          <w:rFonts w:cs="Arial"/>
          <w:sz w:val="20"/>
        </w:rPr>
        <w:t xml:space="preserve">ze dne </w:t>
      </w:r>
      <w:proofErr w:type="gramStart"/>
      <w:r w:rsidR="00F1160D">
        <w:rPr>
          <w:rFonts w:cs="Arial"/>
          <w:sz w:val="20"/>
        </w:rPr>
        <w:t>7.8</w:t>
      </w:r>
      <w:r w:rsidR="00A839E4">
        <w:rPr>
          <w:rFonts w:cs="Arial"/>
          <w:sz w:val="20"/>
        </w:rPr>
        <w:t>.2020</w:t>
      </w:r>
      <w:proofErr w:type="gramEnd"/>
    </w:p>
    <w:p w:rsidR="00315DAC" w:rsidRPr="001E2DCA" w:rsidRDefault="00EB7B24" w:rsidP="00623FAB">
      <w:pPr>
        <w:pStyle w:val="Odstavecseseznamem"/>
        <w:numPr>
          <w:ilvl w:val="0"/>
          <w:numId w:val="16"/>
        </w:numPr>
        <w:overflowPunct/>
        <w:autoSpaceDE/>
        <w:autoSpaceDN/>
        <w:adjustRightInd/>
        <w:spacing w:before="0" w:after="200" w:line="276" w:lineRule="auto"/>
        <w:ind w:left="426"/>
        <w:contextualSpacing/>
        <w:textAlignment w:val="auto"/>
        <w:rPr>
          <w:rFonts w:cs="Arial"/>
          <w:b/>
          <w:sz w:val="20"/>
        </w:rPr>
      </w:pPr>
      <w:r w:rsidRPr="001E2DCA">
        <w:rPr>
          <w:rFonts w:cs="Arial"/>
          <w:b/>
          <w:sz w:val="20"/>
        </w:rPr>
        <w:t xml:space="preserve">Policie České republiky, Krajské ředitelství policie Moravskoslezského kraje, dopravní inspektorát Karviná – </w:t>
      </w:r>
      <w:r w:rsidRPr="001E2DCA">
        <w:rPr>
          <w:rFonts w:cs="Arial"/>
          <w:sz w:val="20"/>
        </w:rPr>
        <w:t xml:space="preserve">Stanovisko </w:t>
      </w:r>
      <w:proofErr w:type="gramStart"/>
      <w:r w:rsidRPr="001E2DCA">
        <w:rPr>
          <w:rFonts w:cs="Arial"/>
          <w:sz w:val="20"/>
        </w:rPr>
        <w:t>č.j.</w:t>
      </w:r>
      <w:proofErr w:type="gramEnd"/>
      <w:r w:rsidRPr="001E2DCA">
        <w:rPr>
          <w:rFonts w:cs="Arial"/>
          <w:sz w:val="20"/>
        </w:rPr>
        <w:t xml:space="preserve"> KRPT-</w:t>
      </w:r>
      <w:r w:rsidR="00302D3A">
        <w:rPr>
          <w:rFonts w:cs="Arial"/>
          <w:sz w:val="20"/>
        </w:rPr>
        <w:t>148576</w:t>
      </w:r>
      <w:r w:rsidRPr="001E2DCA">
        <w:rPr>
          <w:rFonts w:cs="Arial"/>
          <w:sz w:val="20"/>
        </w:rPr>
        <w:t>-1/ČJ-20</w:t>
      </w:r>
      <w:r w:rsidR="00302D3A">
        <w:rPr>
          <w:rFonts w:cs="Arial"/>
          <w:sz w:val="20"/>
        </w:rPr>
        <w:t>20</w:t>
      </w:r>
      <w:r w:rsidRPr="001E2DCA">
        <w:rPr>
          <w:rFonts w:cs="Arial"/>
          <w:sz w:val="20"/>
        </w:rPr>
        <w:t>-070306</w:t>
      </w:r>
    </w:p>
    <w:p w:rsidR="00315DAC" w:rsidRPr="00F16742" w:rsidRDefault="00315DAC" w:rsidP="007B0F97">
      <w:pPr>
        <w:spacing w:after="0"/>
        <w:ind w:right="284"/>
        <w:rPr>
          <w:rFonts w:cs="Arial"/>
          <w:b/>
          <w:u w:val="single"/>
        </w:rPr>
      </w:pPr>
      <w:r w:rsidRPr="00F16742">
        <w:rPr>
          <w:rFonts w:cs="Arial"/>
          <w:b/>
          <w:u w:val="single"/>
        </w:rPr>
        <w:t>Vyjádření správců inženýrských sítí</w:t>
      </w:r>
      <w:r>
        <w:rPr>
          <w:rFonts w:cs="Arial"/>
          <w:b/>
          <w:u w:val="single"/>
        </w:rPr>
        <w:t xml:space="preserve"> a technické infrastruktury</w:t>
      </w:r>
      <w:r w:rsidRPr="00F16742">
        <w:rPr>
          <w:rFonts w:cs="Arial"/>
          <w:b/>
          <w:u w:val="single"/>
        </w:rPr>
        <w:t>:</w:t>
      </w:r>
    </w:p>
    <w:p w:rsidR="00EF41C5" w:rsidRPr="00685364" w:rsidRDefault="00EF41C5" w:rsidP="001502EA">
      <w:pPr>
        <w:pStyle w:val="Odstavecseseznamem"/>
        <w:numPr>
          <w:ilvl w:val="0"/>
          <w:numId w:val="16"/>
        </w:numPr>
        <w:overflowPunct/>
        <w:autoSpaceDE/>
        <w:autoSpaceDN/>
        <w:adjustRightInd/>
        <w:spacing w:after="0" w:line="276" w:lineRule="auto"/>
        <w:ind w:left="425" w:hanging="357"/>
        <w:contextualSpacing/>
        <w:textAlignment w:val="auto"/>
        <w:rPr>
          <w:rFonts w:cs="Arial"/>
          <w:b/>
          <w:sz w:val="20"/>
        </w:rPr>
      </w:pPr>
      <w:r w:rsidRPr="00685364">
        <w:rPr>
          <w:rFonts w:cs="Arial"/>
          <w:b/>
          <w:sz w:val="20"/>
        </w:rPr>
        <w:t>ČEZ Distribuce a.s.</w:t>
      </w:r>
    </w:p>
    <w:p w:rsidR="00EF41C5" w:rsidRDefault="00EF41C5" w:rsidP="00EF41C5">
      <w:pPr>
        <w:pStyle w:val="Odstavecseseznamem"/>
        <w:overflowPunct/>
        <w:autoSpaceDE/>
        <w:autoSpaceDN/>
        <w:adjustRightInd/>
        <w:spacing w:before="0" w:after="200" w:line="276" w:lineRule="auto"/>
        <w:ind w:left="426"/>
        <w:contextualSpacing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- Stanovisko k PD zn. </w:t>
      </w:r>
      <w:r w:rsidR="00877844" w:rsidRPr="00877844">
        <w:rPr>
          <w:rFonts w:cs="Arial"/>
          <w:sz w:val="20"/>
        </w:rPr>
        <w:t>1109918122</w:t>
      </w:r>
      <w:r>
        <w:rPr>
          <w:rFonts w:cs="Arial"/>
          <w:sz w:val="20"/>
        </w:rPr>
        <w:t xml:space="preserve"> ze dne </w:t>
      </w:r>
      <w:proofErr w:type="gramStart"/>
      <w:r>
        <w:rPr>
          <w:rFonts w:cs="Arial"/>
          <w:sz w:val="20"/>
        </w:rPr>
        <w:t>2</w:t>
      </w:r>
      <w:r w:rsidR="00877844">
        <w:rPr>
          <w:rFonts w:cs="Arial"/>
          <w:sz w:val="20"/>
        </w:rPr>
        <w:t>3</w:t>
      </w:r>
      <w:r>
        <w:rPr>
          <w:rFonts w:cs="Arial"/>
          <w:sz w:val="20"/>
        </w:rPr>
        <w:t>.</w:t>
      </w:r>
      <w:r w:rsidR="00877844">
        <w:rPr>
          <w:rFonts w:cs="Arial"/>
          <w:sz w:val="20"/>
        </w:rPr>
        <w:t>7</w:t>
      </w:r>
      <w:r>
        <w:rPr>
          <w:rFonts w:cs="Arial"/>
          <w:sz w:val="20"/>
        </w:rPr>
        <w:t>.2020</w:t>
      </w:r>
      <w:proofErr w:type="gramEnd"/>
      <w:r w:rsidR="007B0F97">
        <w:rPr>
          <w:rFonts w:cs="Arial"/>
          <w:sz w:val="20"/>
        </w:rPr>
        <w:t xml:space="preserve">, </w:t>
      </w:r>
    </w:p>
    <w:p w:rsidR="00EF41C5" w:rsidRDefault="00EF41C5" w:rsidP="00EF41C5">
      <w:pPr>
        <w:pStyle w:val="Odstavecseseznamem"/>
        <w:overflowPunct/>
        <w:autoSpaceDE/>
        <w:autoSpaceDN/>
        <w:adjustRightInd/>
        <w:spacing w:before="0" w:after="200" w:line="276" w:lineRule="auto"/>
        <w:ind w:left="426"/>
        <w:contextualSpacing/>
        <w:textAlignment w:val="auto"/>
        <w:rPr>
          <w:rFonts w:cs="Arial"/>
          <w:sz w:val="20"/>
        </w:rPr>
      </w:pPr>
      <w:r>
        <w:rPr>
          <w:rFonts w:cs="Arial"/>
          <w:sz w:val="20"/>
        </w:rPr>
        <w:t xml:space="preserve">- Sdělení </w:t>
      </w:r>
      <w:r w:rsidRPr="00EF41C5">
        <w:rPr>
          <w:rFonts w:cs="Arial"/>
          <w:sz w:val="20"/>
        </w:rPr>
        <w:t>o existen</w:t>
      </w:r>
      <w:bookmarkStart w:id="6" w:name="_GoBack"/>
      <w:bookmarkEnd w:id="6"/>
      <w:r w:rsidRPr="00EF41C5">
        <w:rPr>
          <w:rFonts w:cs="Arial"/>
          <w:sz w:val="20"/>
        </w:rPr>
        <w:t>ci</w:t>
      </w:r>
      <w:r>
        <w:rPr>
          <w:rFonts w:cs="Arial"/>
          <w:sz w:val="20"/>
        </w:rPr>
        <w:t xml:space="preserve"> zn. </w:t>
      </w:r>
      <w:r w:rsidR="0087625D" w:rsidRPr="0087625D">
        <w:rPr>
          <w:rFonts w:cs="Arial"/>
          <w:sz w:val="20"/>
        </w:rPr>
        <w:t>0101337054</w:t>
      </w:r>
      <w:r>
        <w:rPr>
          <w:rFonts w:cs="Arial"/>
          <w:sz w:val="20"/>
        </w:rPr>
        <w:t xml:space="preserve"> ze dne </w:t>
      </w:r>
      <w:proofErr w:type="gramStart"/>
      <w:r w:rsidRPr="00EF41C5">
        <w:rPr>
          <w:rFonts w:cs="Arial"/>
          <w:sz w:val="20"/>
        </w:rPr>
        <w:t>2</w:t>
      </w:r>
      <w:r w:rsidR="0087625D">
        <w:rPr>
          <w:rFonts w:cs="Arial"/>
          <w:sz w:val="20"/>
        </w:rPr>
        <w:t>8.06</w:t>
      </w:r>
      <w:r w:rsidRPr="00EF41C5">
        <w:rPr>
          <w:rFonts w:cs="Arial"/>
          <w:sz w:val="20"/>
        </w:rPr>
        <w:t>.2020</w:t>
      </w:r>
      <w:proofErr w:type="gramEnd"/>
    </w:p>
    <w:bookmarkEnd w:id="0"/>
    <w:bookmarkEnd w:id="1"/>
    <w:bookmarkEnd w:id="2"/>
    <w:bookmarkEnd w:id="3"/>
    <w:bookmarkEnd w:id="4"/>
    <w:bookmarkEnd w:id="5"/>
    <w:p w:rsidR="00B84BA7" w:rsidRDefault="00B84BA7">
      <w:pPr>
        <w:rPr>
          <w:vanish/>
          <w:color w:val="FF0000"/>
          <w:szCs w:val="22"/>
        </w:rPr>
      </w:pPr>
      <w:r>
        <w:rPr>
          <w:vanish/>
          <w:color w:val="FF0000"/>
          <w:szCs w:val="22"/>
        </w:rPr>
        <w:t>T</w:t>
      </w:r>
      <w:bookmarkStart w:id="7" w:name="poslední"/>
      <w:bookmarkEnd w:id="7"/>
      <w:r>
        <w:rPr>
          <w:vanish/>
          <w:color w:val="FF0000"/>
          <w:szCs w:val="22"/>
        </w:rPr>
        <w:t>ENTO ŘÁDEK NEMAZAT – NEBUDE FUNGOVAT ČÍSLOVÁNÍ STRÁNEK!!! (Toto je skrytý text, který se netiskne)!!!</w:t>
      </w:r>
    </w:p>
    <w:sectPr w:rsidR="00B84BA7" w:rsidSect="00187F25">
      <w:headerReference w:type="default" r:id="rId8"/>
      <w:footerReference w:type="default" r:id="rId9"/>
      <w:headerReference w:type="first" r:id="rId10"/>
      <w:pgSz w:w="11907" w:h="16840" w:code="9"/>
      <w:pgMar w:top="851" w:right="851" w:bottom="851" w:left="1418" w:header="737" w:footer="737" w:gutter="0"/>
      <w:pgNumType w:start="1"/>
      <w:cols w:space="708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9E4" w:rsidRDefault="001F09E4">
      <w:r>
        <w:separator/>
      </w:r>
    </w:p>
  </w:endnote>
  <w:endnote w:type="continuationSeparator" w:id="0">
    <w:p w:rsidR="001F09E4" w:rsidRDefault="001F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00" w:rsidRPr="00B95EB2" w:rsidRDefault="00512A89" w:rsidP="00163994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8458"/>
      </w:tabs>
      <w:rPr>
        <w:sz w:val="20"/>
      </w:rPr>
    </w:pPr>
    <w:r w:rsidRPr="00512A89">
      <w:rPr>
        <w:sz w:val="20"/>
      </w:rPr>
      <w:t>Parkoviště osobních automobilů ul. U Kovárny</w:t>
    </w:r>
    <w:r w:rsidR="000A5500" w:rsidRPr="00B95EB2">
      <w:rPr>
        <w:sz w:val="20"/>
      </w:rPr>
      <w:tab/>
    </w:r>
  </w:p>
  <w:p w:rsidR="000A5500" w:rsidRDefault="000A5500">
    <w:pPr>
      <w:pStyle w:val="Zpat"/>
      <w:tabs>
        <w:tab w:val="clear" w:pos="4536"/>
        <w:tab w:val="clear" w:pos="9072"/>
        <w:tab w:val="left" w:pos="8458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9E4" w:rsidRDefault="001F09E4">
      <w:r>
        <w:separator/>
      </w:r>
    </w:p>
  </w:footnote>
  <w:footnote w:type="continuationSeparator" w:id="0">
    <w:p w:rsidR="001F09E4" w:rsidRDefault="001F0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00" w:rsidRPr="00BF2C9E" w:rsidRDefault="000A5500" w:rsidP="00D45FA8">
    <w:pPr>
      <w:pStyle w:val="Zhlav"/>
      <w:spacing w:before="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34FF69" wp14:editId="42372F2B">
              <wp:simplePos x="0" y="0"/>
              <wp:positionH relativeFrom="column">
                <wp:posOffset>-105410</wp:posOffset>
              </wp:positionH>
              <wp:positionV relativeFrom="paragraph">
                <wp:posOffset>20320</wp:posOffset>
              </wp:positionV>
              <wp:extent cx="6242050" cy="0"/>
              <wp:effectExtent l="8890" t="10795" r="6985" b="825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4205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5A99A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8.3pt;margin-top:1.6pt;width:49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" strokecolor="black [3200]" strokeweight=".25pt">
              <v:shadow color="#868686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500" w:rsidRDefault="000A5500">
    <w:pPr>
      <w:pStyle w:val="Zhlav"/>
    </w:pPr>
  </w:p>
  <w:p w:rsidR="000A5500" w:rsidRDefault="000A55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0B984180"/>
    <w:lvl w:ilvl="0">
      <w:start w:val="1"/>
      <w:numFmt w:val="decimal"/>
      <w:pStyle w:val="Nadpis1"/>
      <w:lvlText w:val="B.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56644F4"/>
    <w:multiLevelType w:val="hybridMultilevel"/>
    <w:tmpl w:val="866EC296"/>
    <w:lvl w:ilvl="0" w:tplc="7902A8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7354B73C">
      <w:start w:val="1"/>
      <w:numFmt w:val="lowerLetter"/>
      <w:lvlText w:val="%2."/>
      <w:lvlJc w:val="left"/>
      <w:pPr>
        <w:ind w:left="1800" w:hanging="360"/>
      </w:pPr>
      <w:rPr>
        <w:b/>
        <w:i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675E7B"/>
    <w:multiLevelType w:val="hybridMultilevel"/>
    <w:tmpl w:val="AB7A0BAE"/>
    <w:lvl w:ilvl="0" w:tplc="4CF6E02C">
      <w:start w:val="1"/>
      <w:numFmt w:val="decimal"/>
      <w:pStyle w:val="Nadpis5"/>
      <w:lvlText w:val="a)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C3458"/>
    <w:multiLevelType w:val="hybridMultilevel"/>
    <w:tmpl w:val="866EC296"/>
    <w:lvl w:ilvl="0" w:tplc="7902A8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7354B73C">
      <w:start w:val="1"/>
      <w:numFmt w:val="lowerLetter"/>
      <w:lvlText w:val="%2."/>
      <w:lvlJc w:val="left"/>
      <w:pPr>
        <w:ind w:left="1800" w:hanging="360"/>
      </w:pPr>
      <w:rPr>
        <w:b/>
        <w:i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010577"/>
    <w:multiLevelType w:val="hybridMultilevel"/>
    <w:tmpl w:val="E200AC76"/>
    <w:lvl w:ilvl="0" w:tplc="5F8E2C7C">
      <w:start w:val="1"/>
      <w:numFmt w:val="lowerLetter"/>
      <w:pStyle w:val="Nadpis2"/>
      <w:lvlText w:val="%1)"/>
      <w:lvlJc w:val="left"/>
      <w:pPr>
        <w:ind w:left="532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D5725"/>
    <w:multiLevelType w:val="hybridMultilevel"/>
    <w:tmpl w:val="FF225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371CE"/>
    <w:multiLevelType w:val="multilevel"/>
    <w:tmpl w:val="5A502DDA"/>
    <w:styleLink w:val="HPFM"/>
    <w:lvl w:ilvl="0">
      <w:start w:val="1"/>
      <w:numFmt w:val="decimal"/>
      <w:lvlText w:val="1.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1.%1.%2."/>
      <w:lvlJc w:val="left"/>
      <w:pPr>
        <w:ind w:left="1134" w:hanging="113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6861CD8"/>
    <w:multiLevelType w:val="hybridMultilevel"/>
    <w:tmpl w:val="740424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D26"/>
    <w:multiLevelType w:val="hybridMultilevel"/>
    <w:tmpl w:val="866EC296"/>
    <w:lvl w:ilvl="0" w:tplc="7902A8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7354B73C">
      <w:start w:val="1"/>
      <w:numFmt w:val="lowerLetter"/>
      <w:lvlText w:val="%2."/>
      <w:lvlJc w:val="left"/>
      <w:pPr>
        <w:ind w:left="1800" w:hanging="360"/>
      </w:pPr>
      <w:rPr>
        <w:b/>
        <w:i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126514"/>
    <w:multiLevelType w:val="hybridMultilevel"/>
    <w:tmpl w:val="69EE3170"/>
    <w:lvl w:ilvl="0" w:tplc="8BC6AF5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90731"/>
    <w:multiLevelType w:val="hybridMultilevel"/>
    <w:tmpl w:val="F2648CBA"/>
    <w:lvl w:ilvl="0" w:tplc="4A3E9F2C">
      <w:start w:val="1"/>
      <w:numFmt w:val="decimal"/>
      <w:pStyle w:val="Nadpis3"/>
      <w:lvlText w:val="B.2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162AD"/>
    <w:multiLevelType w:val="hybridMultilevel"/>
    <w:tmpl w:val="866EC296"/>
    <w:lvl w:ilvl="0" w:tplc="7902A8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7354B73C">
      <w:start w:val="1"/>
      <w:numFmt w:val="lowerLetter"/>
      <w:lvlText w:val="%2."/>
      <w:lvlJc w:val="left"/>
      <w:pPr>
        <w:ind w:left="1800" w:hanging="360"/>
      </w:pPr>
      <w:rPr>
        <w:b/>
        <w:i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0046F4"/>
    <w:multiLevelType w:val="hybridMultilevel"/>
    <w:tmpl w:val="1E980EC2"/>
    <w:lvl w:ilvl="0" w:tplc="2458C410">
      <w:start w:val="1"/>
      <w:numFmt w:val="decimal"/>
      <w:pStyle w:val="Nadpis6"/>
      <w:lvlText w:val="g)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518F2"/>
    <w:multiLevelType w:val="hybridMultilevel"/>
    <w:tmpl w:val="EC505320"/>
    <w:lvl w:ilvl="0" w:tplc="7902A8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7354B73C">
      <w:start w:val="1"/>
      <w:numFmt w:val="lowerLetter"/>
      <w:lvlText w:val="%2."/>
      <w:lvlJc w:val="left"/>
      <w:pPr>
        <w:ind w:left="1800" w:hanging="360"/>
      </w:pPr>
      <w:rPr>
        <w:b/>
        <w:i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A475B9"/>
    <w:multiLevelType w:val="hybridMultilevel"/>
    <w:tmpl w:val="390CE372"/>
    <w:lvl w:ilvl="0" w:tplc="1B9C6E44">
      <w:start w:val="1"/>
      <w:numFmt w:val="decimal"/>
      <w:pStyle w:val="Nadpis7"/>
      <w:lvlText w:val="h)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CA5139"/>
    <w:multiLevelType w:val="hybridMultilevel"/>
    <w:tmpl w:val="113A2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B1A3C"/>
    <w:multiLevelType w:val="hybridMultilevel"/>
    <w:tmpl w:val="866EC296"/>
    <w:lvl w:ilvl="0" w:tplc="7902A8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7354B73C">
      <w:start w:val="1"/>
      <w:numFmt w:val="lowerLetter"/>
      <w:lvlText w:val="%2."/>
      <w:lvlJc w:val="left"/>
      <w:pPr>
        <w:ind w:left="1800" w:hanging="360"/>
      </w:pPr>
      <w:rPr>
        <w:b/>
        <w:i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6B60F7"/>
    <w:multiLevelType w:val="multilevel"/>
    <w:tmpl w:val="6E68FB16"/>
    <w:lvl w:ilvl="0">
      <w:start w:val="1"/>
      <w:numFmt w:val="decimal"/>
      <w:pStyle w:val="HPFM1"/>
      <w:lvlText w:val="B.%1"/>
      <w:lvlJc w:val="left"/>
      <w:pPr>
        <w:ind w:left="7655" w:hanging="1134"/>
      </w:pPr>
      <w:rPr>
        <w:rFonts w:hint="default"/>
        <w:u w:val="none"/>
      </w:rPr>
    </w:lvl>
    <w:lvl w:ilvl="1">
      <w:start w:val="1"/>
      <w:numFmt w:val="decimal"/>
      <w:pStyle w:val="HPFM2"/>
      <w:lvlText w:val="B.%1.%2"/>
      <w:lvlJc w:val="left"/>
      <w:pPr>
        <w:ind w:left="1134" w:hanging="1134"/>
      </w:pPr>
      <w:rPr>
        <w:rFonts w:hint="default"/>
        <w:color w:val="000000" w:themeColor="text1"/>
        <w:sz w:val="22"/>
        <w:szCs w:val="22"/>
        <w:u w:val="none"/>
      </w:rPr>
    </w:lvl>
    <w:lvl w:ilvl="2">
      <w:start w:val="1"/>
      <w:numFmt w:val="lowerLetter"/>
      <w:pStyle w:val="HPFM3"/>
      <w:lvlText w:val="%3)"/>
      <w:lvlJc w:val="left"/>
      <w:pPr>
        <w:ind w:left="1276" w:hanging="1134"/>
      </w:pPr>
      <w:rPr>
        <w:rFonts w:hint="default"/>
        <w:color w:val="auto"/>
        <w:u w:val="none"/>
      </w:rPr>
    </w:lvl>
    <w:lvl w:ilvl="3">
      <w:start w:val="1"/>
      <w:numFmt w:val="decimal"/>
      <w:pStyle w:val="HPFM4"/>
      <w:lvlText w:val="%3.%4"/>
      <w:lvlJc w:val="left"/>
      <w:pPr>
        <w:ind w:left="1134" w:hanging="1134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FF"/>
        <w:spacing w:val="0"/>
        <w:w w:val="100"/>
        <w:kern w:val="0"/>
        <w:position w:val="0"/>
        <w:sz w:val="22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."/>
      <w:lvlJc w:val="left"/>
      <w:pPr>
        <w:ind w:left="1134" w:hanging="1134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1134"/>
      </w:pPr>
      <w:rPr>
        <w:rFonts w:hint="default"/>
      </w:rPr>
    </w:lvl>
  </w:abstractNum>
  <w:abstractNum w:abstractNumId="18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6DAB0A6B"/>
    <w:multiLevelType w:val="multilevel"/>
    <w:tmpl w:val="BCC8C7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79DD7466"/>
    <w:multiLevelType w:val="hybridMultilevel"/>
    <w:tmpl w:val="8FAA0370"/>
    <w:lvl w:ilvl="0" w:tplc="7E8681C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8F0CE8"/>
    <w:multiLevelType w:val="hybridMultilevel"/>
    <w:tmpl w:val="B854DD3E"/>
    <w:lvl w:ilvl="0" w:tplc="0E1E0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8"/>
  </w:num>
  <w:num w:numId="4">
    <w:abstractNumId w:val="10"/>
  </w:num>
  <w:num w:numId="5">
    <w:abstractNumId w:val="2"/>
  </w:num>
  <w:num w:numId="6">
    <w:abstractNumId w:val="12"/>
  </w:num>
  <w:num w:numId="7">
    <w:abstractNumId w:val="14"/>
  </w:num>
  <w:num w:numId="8">
    <w:abstractNumId w:val="4"/>
  </w:num>
  <w:num w:numId="9">
    <w:abstractNumId w:val="6"/>
  </w:num>
  <w:num w:numId="10">
    <w:abstractNumId w:val="17"/>
  </w:num>
  <w:num w:numId="11">
    <w:abstractNumId w:val="20"/>
  </w:num>
  <w:num w:numId="12">
    <w:abstractNumId w:val="19"/>
  </w:num>
  <w:num w:numId="13">
    <w:abstractNumId w:val="9"/>
  </w:num>
  <w:num w:numId="14">
    <w:abstractNumId w:val="5"/>
  </w:num>
  <w:num w:numId="15">
    <w:abstractNumId w:val="7"/>
  </w:num>
  <w:num w:numId="16">
    <w:abstractNumId w:val="11"/>
  </w:num>
  <w:num w:numId="17">
    <w:abstractNumId w:val="21"/>
  </w:num>
  <w:num w:numId="18">
    <w:abstractNumId w:val="15"/>
  </w:num>
  <w:num w:numId="19">
    <w:abstractNumId w:val="13"/>
  </w:num>
  <w:num w:numId="20">
    <w:abstractNumId w:val="8"/>
  </w:num>
  <w:num w:numId="21">
    <w:abstractNumId w:val="3"/>
  </w:num>
  <w:num w:numId="22">
    <w:abstractNumId w:val="16"/>
  </w:num>
  <w:num w:numId="2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30"/>
    <w:rsid w:val="0000254D"/>
    <w:rsid w:val="00013392"/>
    <w:rsid w:val="00017535"/>
    <w:rsid w:val="00024E3F"/>
    <w:rsid w:val="00025465"/>
    <w:rsid w:val="000255CA"/>
    <w:rsid w:val="00026A43"/>
    <w:rsid w:val="00044B40"/>
    <w:rsid w:val="0004684D"/>
    <w:rsid w:val="00054E2B"/>
    <w:rsid w:val="00055BBC"/>
    <w:rsid w:val="00057818"/>
    <w:rsid w:val="00060D00"/>
    <w:rsid w:val="00061BD8"/>
    <w:rsid w:val="00064001"/>
    <w:rsid w:val="0007050F"/>
    <w:rsid w:val="00070875"/>
    <w:rsid w:val="00072F6B"/>
    <w:rsid w:val="00075C0C"/>
    <w:rsid w:val="00077C62"/>
    <w:rsid w:val="00082887"/>
    <w:rsid w:val="000846CB"/>
    <w:rsid w:val="00087CE4"/>
    <w:rsid w:val="0009180F"/>
    <w:rsid w:val="000A0197"/>
    <w:rsid w:val="000A3B03"/>
    <w:rsid w:val="000A47A6"/>
    <w:rsid w:val="000A5500"/>
    <w:rsid w:val="000A6E71"/>
    <w:rsid w:val="000B5AF6"/>
    <w:rsid w:val="000C0DDA"/>
    <w:rsid w:val="000C3110"/>
    <w:rsid w:val="000C53E2"/>
    <w:rsid w:val="000C6159"/>
    <w:rsid w:val="000C770C"/>
    <w:rsid w:val="000D3F36"/>
    <w:rsid w:val="000D6580"/>
    <w:rsid w:val="000E1FC9"/>
    <w:rsid w:val="000E2B53"/>
    <w:rsid w:val="000E2C00"/>
    <w:rsid w:val="000E7055"/>
    <w:rsid w:val="000F69E0"/>
    <w:rsid w:val="000F77BA"/>
    <w:rsid w:val="00100A2B"/>
    <w:rsid w:val="0010218E"/>
    <w:rsid w:val="00103058"/>
    <w:rsid w:val="0010484C"/>
    <w:rsid w:val="00105A62"/>
    <w:rsid w:val="001068A9"/>
    <w:rsid w:val="00111370"/>
    <w:rsid w:val="00117542"/>
    <w:rsid w:val="00117C9F"/>
    <w:rsid w:val="00120FBC"/>
    <w:rsid w:val="00130D81"/>
    <w:rsid w:val="00137D0F"/>
    <w:rsid w:val="0014205B"/>
    <w:rsid w:val="00143483"/>
    <w:rsid w:val="00143F38"/>
    <w:rsid w:val="001502EA"/>
    <w:rsid w:val="00152318"/>
    <w:rsid w:val="00154337"/>
    <w:rsid w:val="001555BF"/>
    <w:rsid w:val="00163994"/>
    <w:rsid w:val="00165B00"/>
    <w:rsid w:val="00165F7A"/>
    <w:rsid w:val="00167ED2"/>
    <w:rsid w:val="0017187E"/>
    <w:rsid w:val="00173DC7"/>
    <w:rsid w:val="00177642"/>
    <w:rsid w:val="00182BAA"/>
    <w:rsid w:val="001858F7"/>
    <w:rsid w:val="00185C74"/>
    <w:rsid w:val="00186D34"/>
    <w:rsid w:val="00187F25"/>
    <w:rsid w:val="00190F8A"/>
    <w:rsid w:val="001932CD"/>
    <w:rsid w:val="001966A7"/>
    <w:rsid w:val="00197E1C"/>
    <w:rsid w:val="001A20F3"/>
    <w:rsid w:val="001A293C"/>
    <w:rsid w:val="001A66C0"/>
    <w:rsid w:val="001B5D49"/>
    <w:rsid w:val="001B5E87"/>
    <w:rsid w:val="001C2C7A"/>
    <w:rsid w:val="001C7BF2"/>
    <w:rsid w:val="001D0CEA"/>
    <w:rsid w:val="001D17F1"/>
    <w:rsid w:val="001D58A3"/>
    <w:rsid w:val="001D7F63"/>
    <w:rsid w:val="001E2DCA"/>
    <w:rsid w:val="001E71BD"/>
    <w:rsid w:val="001F09E4"/>
    <w:rsid w:val="001F1EAE"/>
    <w:rsid w:val="001F2CC5"/>
    <w:rsid w:val="001F53B4"/>
    <w:rsid w:val="0020001F"/>
    <w:rsid w:val="00200290"/>
    <w:rsid w:val="0020203A"/>
    <w:rsid w:val="00205266"/>
    <w:rsid w:val="00205330"/>
    <w:rsid w:val="002061AB"/>
    <w:rsid w:val="0021131B"/>
    <w:rsid w:val="00212F64"/>
    <w:rsid w:val="002131A5"/>
    <w:rsid w:val="002131BD"/>
    <w:rsid w:val="00214350"/>
    <w:rsid w:val="00217797"/>
    <w:rsid w:val="0022084D"/>
    <w:rsid w:val="0022361D"/>
    <w:rsid w:val="00223B96"/>
    <w:rsid w:val="00225CFD"/>
    <w:rsid w:val="00226BF4"/>
    <w:rsid w:val="00227871"/>
    <w:rsid w:val="0023025D"/>
    <w:rsid w:val="00234C31"/>
    <w:rsid w:val="00235439"/>
    <w:rsid w:val="00246D0E"/>
    <w:rsid w:val="002512ED"/>
    <w:rsid w:val="00254161"/>
    <w:rsid w:val="00254EAB"/>
    <w:rsid w:val="0025559F"/>
    <w:rsid w:val="00267F0F"/>
    <w:rsid w:val="002741B2"/>
    <w:rsid w:val="00280E3F"/>
    <w:rsid w:val="002949E1"/>
    <w:rsid w:val="002977AC"/>
    <w:rsid w:val="002A34DE"/>
    <w:rsid w:val="002B0ADA"/>
    <w:rsid w:val="002B1EF1"/>
    <w:rsid w:val="002B4665"/>
    <w:rsid w:val="002B5A43"/>
    <w:rsid w:val="002C28DE"/>
    <w:rsid w:val="002C3D97"/>
    <w:rsid w:val="002C491C"/>
    <w:rsid w:val="002D0796"/>
    <w:rsid w:val="002D17ED"/>
    <w:rsid w:val="002D3058"/>
    <w:rsid w:val="002D30E3"/>
    <w:rsid w:val="002D3966"/>
    <w:rsid w:val="002E06DE"/>
    <w:rsid w:val="002E395D"/>
    <w:rsid w:val="002F258F"/>
    <w:rsid w:val="002F3969"/>
    <w:rsid w:val="002F59B0"/>
    <w:rsid w:val="00302D3A"/>
    <w:rsid w:val="00303501"/>
    <w:rsid w:val="00303ACD"/>
    <w:rsid w:val="00304714"/>
    <w:rsid w:val="00304F3A"/>
    <w:rsid w:val="00304F89"/>
    <w:rsid w:val="00311FFC"/>
    <w:rsid w:val="00315DAC"/>
    <w:rsid w:val="0031756D"/>
    <w:rsid w:val="00320754"/>
    <w:rsid w:val="00322FF8"/>
    <w:rsid w:val="00325F3B"/>
    <w:rsid w:val="00326CF7"/>
    <w:rsid w:val="003315EF"/>
    <w:rsid w:val="0033288A"/>
    <w:rsid w:val="00337237"/>
    <w:rsid w:val="0033731B"/>
    <w:rsid w:val="00340BE2"/>
    <w:rsid w:val="00341E6A"/>
    <w:rsid w:val="003435D6"/>
    <w:rsid w:val="00351498"/>
    <w:rsid w:val="003531BB"/>
    <w:rsid w:val="00353E75"/>
    <w:rsid w:val="0035705C"/>
    <w:rsid w:val="003576AE"/>
    <w:rsid w:val="00366C49"/>
    <w:rsid w:val="0036769C"/>
    <w:rsid w:val="00367F52"/>
    <w:rsid w:val="00370F30"/>
    <w:rsid w:val="0037268E"/>
    <w:rsid w:val="003739C8"/>
    <w:rsid w:val="003753F4"/>
    <w:rsid w:val="0037680C"/>
    <w:rsid w:val="003816A8"/>
    <w:rsid w:val="003824AF"/>
    <w:rsid w:val="003A43A4"/>
    <w:rsid w:val="003A56E1"/>
    <w:rsid w:val="003A7B6F"/>
    <w:rsid w:val="003C29EA"/>
    <w:rsid w:val="003C5596"/>
    <w:rsid w:val="003C5735"/>
    <w:rsid w:val="003C5C60"/>
    <w:rsid w:val="003D0BA3"/>
    <w:rsid w:val="003D2E7A"/>
    <w:rsid w:val="003D46CA"/>
    <w:rsid w:val="003D7E82"/>
    <w:rsid w:val="003E77A0"/>
    <w:rsid w:val="003F161E"/>
    <w:rsid w:val="003F54F6"/>
    <w:rsid w:val="00400262"/>
    <w:rsid w:val="00412FE8"/>
    <w:rsid w:val="00413715"/>
    <w:rsid w:val="004139D9"/>
    <w:rsid w:val="00413E3E"/>
    <w:rsid w:val="00414A96"/>
    <w:rsid w:val="0041669C"/>
    <w:rsid w:val="00422CE3"/>
    <w:rsid w:val="00430F48"/>
    <w:rsid w:val="004358B2"/>
    <w:rsid w:val="004413FC"/>
    <w:rsid w:val="00445390"/>
    <w:rsid w:val="00451FA1"/>
    <w:rsid w:val="00461A64"/>
    <w:rsid w:val="00461C0F"/>
    <w:rsid w:val="0046519D"/>
    <w:rsid w:val="004657F0"/>
    <w:rsid w:val="00465BA7"/>
    <w:rsid w:val="0046780E"/>
    <w:rsid w:val="004725CB"/>
    <w:rsid w:val="00476480"/>
    <w:rsid w:val="00476E7E"/>
    <w:rsid w:val="0048309B"/>
    <w:rsid w:val="004831EC"/>
    <w:rsid w:val="00483BD7"/>
    <w:rsid w:val="00492EB4"/>
    <w:rsid w:val="00493868"/>
    <w:rsid w:val="00496800"/>
    <w:rsid w:val="00497144"/>
    <w:rsid w:val="00497187"/>
    <w:rsid w:val="004A37DA"/>
    <w:rsid w:val="004A53D7"/>
    <w:rsid w:val="004A5A64"/>
    <w:rsid w:val="004A5B14"/>
    <w:rsid w:val="004B02F2"/>
    <w:rsid w:val="004B05AE"/>
    <w:rsid w:val="004B1FDE"/>
    <w:rsid w:val="004B1FFD"/>
    <w:rsid w:val="004B4063"/>
    <w:rsid w:val="004B5937"/>
    <w:rsid w:val="004B5C75"/>
    <w:rsid w:val="004C35CB"/>
    <w:rsid w:val="004D61FE"/>
    <w:rsid w:val="004D682D"/>
    <w:rsid w:val="004F4B34"/>
    <w:rsid w:val="004F4B88"/>
    <w:rsid w:val="004F5DAA"/>
    <w:rsid w:val="004F68EB"/>
    <w:rsid w:val="00506EAC"/>
    <w:rsid w:val="005108FB"/>
    <w:rsid w:val="00512A89"/>
    <w:rsid w:val="00521060"/>
    <w:rsid w:val="00523FBC"/>
    <w:rsid w:val="00524ADA"/>
    <w:rsid w:val="005250BB"/>
    <w:rsid w:val="00535889"/>
    <w:rsid w:val="00537387"/>
    <w:rsid w:val="00545FA7"/>
    <w:rsid w:val="005462F0"/>
    <w:rsid w:val="00546C38"/>
    <w:rsid w:val="00562961"/>
    <w:rsid w:val="005639D5"/>
    <w:rsid w:val="00566900"/>
    <w:rsid w:val="005676B5"/>
    <w:rsid w:val="00577A98"/>
    <w:rsid w:val="005857FA"/>
    <w:rsid w:val="00590C98"/>
    <w:rsid w:val="00592CC4"/>
    <w:rsid w:val="005944B9"/>
    <w:rsid w:val="0059732A"/>
    <w:rsid w:val="005A0A9B"/>
    <w:rsid w:val="005A21BD"/>
    <w:rsid w:val="005A2BF3"/>
    <w:rsid w:val="005A4B68"/>
    <w:rsid w:val="005B34DA"/>
    <w:rsid w:val="005B469F"/>
    <w:rsid w:val="005C0358"/>
    <w:rsid w:val="005D4479"/>
    <w:rsid w:val="005D62C7"/>
    <w:rsid w:val="005D6840"/>
    <w:rsid w:val="005E1D10"/>
    <w:rsid w:val="005E52C4"/>
    <w:rsid w:val="005E6BC3"/>
    <w:rsid w:val="005F0AF6"/>
    <w:rsid w:val="005F4FE5"/>
    <w:rsid w:val="005F5C9A"/>
    <w:rsid w:val="005F5D32"/>
    <w:rsid w:val="005F681D"/>
    <w:rsid w:val="005F6E1D"/>
    <w:rsid w:val="00603918"/>
    <w:rsid w:val="00603BC0"/>
    <w:rsid w:val="00607141"/>
    <w:rsid w:val="00610F92"/>
    <w:rsid w:val="006113BF"/>
    <w:rsid w:val="00615199"/>
    <w:rsid w:val="00617178"/>
    <w:rsid w:val="006252EE"/>
    <w:rsid w:val="0062569E"/>
    <w:rsid w:val="00626C2D"/>
    <w:rsid w:val="00632B70"/>
    <w:rsid w:val="00632BBD"/>
    <w:rsid w:val="0063395C"/>
    <w:rsid w:val="00643FFA"/>
    <w:rsid w:val="00647014"/>
    <w:rsid w:val="00654868"/>
    <w:rsid w:val="00661455"/>
    <w:rsid w:val="00666D81"/>
    <w:rsid w:val="00675C6B"/>
    <w:rsid w:val="006761C4"/>
    <w:rsid w:val="0067762E"/>
    <w:rsid w:val="00680253"/>
    <w:rsid w:val="006825FE"/>
    <w:rsid w:val="00683FE8"/>
    <w:rsid w:val="006852B3"/>
    <w:rsid w:val="00685364"/>
    <w:rsid w:val="006858E9"/>
    <w:rsid w:val="00687027"/>
    <w:rsid w:val="006930B3"/>
    <w:rsid w:val="00693788"/>
    <w:rsid w:val="006A3427"/>
    <w:rsid w:val="006A3847"/>
    <w:rsid w:val="006A3F10"/>
    <w:rsid w:val="006A57A8"/>
    <w:rsid w:val="006A72AA"/>
    <w:rsid w:val="006B25A3"/>
    <w:rsid w:val="006B40CC"/>
    <w:rsid w:val="006C30B1"/>
    <w:rsid w:val="006C40F8"/>
    <w:rsid w:val="006D0F03"/>
    <w:rsid w:val="006D11B3"/>
    <w:rsid w:val="006D41CC"/>
    <w:rsid w:val="006E0265"/>
    <w:rsid w:val="006E53C5"/>
    <w:rsid w:val="006E6694"/>
    <w:rsid w:val="006E6ABB"/>
    <w:rsid w:val="006E6EE3"/>
    <w:rsid w:val="006F4F91"/>
    <w:rsid w:val="006F5111"/>
    <w:rsid w:val="00702693"/>
    <w:rsid w:val="00703763"/>
    <w:rsid w:val="00705C66"/>
    <w:rsid w:val="00710571"/>
    <w:rsid w:val="00713034"/>
    <w:rsid w:val="0071738A"/>
    <w:rsid w:val="00717F68"/>
    <w:rsid w:val="00721E57"/>
    <w:rsid w:val="00722AF4"/>
    <w:rsid w:val="00725FDA"/>
    <w:rsid w:val="00731BB4"/>
    <w:rsid w:val="007405C5"/>
    <w:rsid w:val="007433A9"/>
    <w:rsid w:val="00746B43"/>
    <w:rsid w:val="00747491"/>
    <w:rsid w:val="00761E91"/>
    <w:rsid w:val="00765E54"/>
    <w:rsid w:val="00774FED"/>
    <w:rsid w:val="0077501B"/>
    <w:rsid w:val="007802B2"/>
    <w:rsid w:val="007837A6"/>
    <w:rsid w:val="007843ED"/>
    <w:rsid w:val="00785479"/>
    <w:rsid w:val="00785AC6"/>
    <w:rsid w:val="00786354"/>
    <w:rsid w:val="007A3B0F"/>
    <w:rsid w:val="007B0F97"/>
    <w:rsid w:val="007B2DA8"/>
    <w:rsid w:val="007B558E"/>
    <w:rsid w:val="007B6028"/>
    <w:rsid w:val="007C1760"/>
    <w:rsid w:val="007C2B17"/>
    <w:rsid w:val="007C728E"/>
    <w:rsid w:val="007D1BF4"/>
    <w:rsid w:val="007D2457"/>
    <w:rsid w:val="007D2807"/>
    <w:rsid w:val="007D3B64"/>
    <w:rsid w:val="007D45AF"/>
    <w:rsid w:val="007D673A"/>
    <w:rsid w:val="007D6D8C"/>
    <w:rsid w:val="007D7BB0"/>
    <w:rsid w:val="007E1655"/>
    <w:rsid w:val="007E513F"/>
    <w:rsid w:val="007E6E9F"/>
    <w:rsid w:val="007F5014"/>
    <w:rsid w:val="00802054"/>
    <w:rsid w:val="0080283A"/>
    <w:rsid w:val="00813460"/>
    <w:rsid w:val="0082124E"/>
    <w:rsid w:val="008216A2"/>
    <w:rsid w:val="0082285C"/>
    <w:rsid w:val="008268DF"/>
    <w:rsid w:val="00830466"/>
    <w:rsid w:val="008305BC"/>
    <w:rsid w:val="008307CC"/>
    <w:rsid w:val="008437CA"/>
    <w:rsid w:val="00850B5E"/>
    <w:rsid w:val="008648AB"/>
    <w:rsid w:val="00865C9E"/>
    <w:rsid w:val="00866012"/>
    <w:rsid w:val="0086786B"/>
    <w:rsid w:val="008703E6"/>
    <w:rsid w:val="00871EB6"/>
    <w:rsid w:val="0087625D"/>
    <w:rsid w:val="00877532"/>
    <w:rsid w:val="00877844"/>
    <w:rsid w:val="00881444"/>
    <w:rsid w:val="008822FA"/>
    <w:rsid w:val="008843AB"/>
    <w:rsid w:val="00892DBB"/>
    <w:rsid w:val="00894151"/>
    <w:rsid w:val="00895C9C"/>
    <w:rsid w:val="00896B23"/>
    <w:rsid w:val="008978C3"/>
    <w:rsid w:val="008A0BEB"/>
    <w:rsid w:val="008A1CBB"/>
    <w:rsid w:val="008A5210"/>
    <w:rsid w:val="008A5967"/>
    <w:rsid w:val="008A5DD7"/>
    <w:rsid w:val="008A642A"/>
    <w:rsid w:val="008B4822"/>
    <w:rsid w:val="008B5065"/>
    <w:rsid w:val="008B692C"/>
    <w:rsid w:val="008C3701"/>
    <w:rsid w:val="008C40DC"/>
    <w:rsid w:val="008D3BE9"/>
    <w:rsid w:val="008D56DC"/>
    <w:rsid w:val="008D7C19"/>
    <w:rsid w:val="008E08E0"/>
    <w:rsid w:val="008E2584"/>
    <w:rsid w:val="008E3392"/>
    <w:rsid w:val="008E3A36"/>
    <w:rsid w:val="008F21AA"/>
    <w:rsid w:val="008F4FA4"/>
    <w:rsid w:val="008F661D"/>
    <w:rsid w:val="00904696"/>
    <w:rsid w:val="009116C0"/>
    <w:rsid w:val="0091436D"/>
    <w:rsid w:val="00922754"/>
    <w:rsid w:val="00927D53"/>
    <w:rsid w:val="0093236E"/>
    <w:rsid w:val="00940FC2"/>
    <w:rsid w:val="009418D0"/>
    <w:rsid w:val="0094282B"/>
    <w:rsid w:val="00942EF9"/>
    <w:rsid w:val="009433E7"/>
    <w:rsid w:val="00945B78"/>
    <w:rsid w:val="009551E7"/>
    <w:rsid w:val="0096593A"/>
    <w:rsid w:val="009661D2"/>
    <w:rsid w:val="00970DFD"/>
    <w:rsid w:val="00977904"/>
    <w:rsid w:val="00977DB0"/>
    <w:rsid w:val="0098064F"/>
    <w:rsid w:val="00980658"/>
    <w:rsid w:val="009830EA"/>
    <w:rsid w:val="0098529F"/>
    <w:rsid w:val="00985910"/>
    <w:rsid w:val="009866F8"/>
    <w:rsid w:val="00987BE0"/>
    <w:rsid w:val="00993C18"/>
    <w:rsid w:val="009970DF"/>
    <w:rsid w:val="009A0AF4"/>
    <w:rsid w:val="009A42F6"/>
    <w:rsid w:val="009B1448"/>
    <w:rsid w:val="009B1A45"/>
    <w:rsid w:val="009B4E8E"/>
    <w:rsid w:val="009C318F"/>
    <w:rsid w:val="009C32E7"/>
    <w:rsid w:val="009C7EDF"/>
    <w:rsid w:val="009D2F47"/>
    <w:rsid w:val="009D4631"/>
    <w:rsid w:val="009D67F2"/>
    <w:rsid w:val="009D6D4C"/>
    <w:rsid w:val="009E618D"/>
    <w:rsid w:val="009F086E"/>
    <w:rsid w:val="009F4005"/>
    <w:rsid w:val="009F7F01"/>
    <w:rsid w:val="00A0057A"/>
    <w:rsid w:val="00A045D7"/>
    <w:rsid w:val="00A055CC"/>
    <w:rsid w:val="00A12E31"/>
    <w:rsid w:val="00A178D1"/>
    <w:rsid w:val="00A302D6"/>
    <w:rsid w:val="00A343B2"/>
    <w:rsid w:val="00A36316"/>
    <w:rsid w:val="00A36D69"/>
    <w:rsid w:val="00A40318"/>
    <w:rsid w:val="00A41470"/>
    <w:rsid w:val="00A41FED"/>
    <w:rsid w:val="00A42C6B"/>
    <w:rsid w:val="00A46AD2"/>
    <w:rsid w:val="00A50F46"/>
    <w:rsid w:val="00A573E8"/>
    <w:rsid w:val="00A57922"/>
    <w:rsid w:val="00A60E30"/>
    <w:rsid w:val="00A61941"/>
    <w:rsid w:val="00A65634"/>
    <w:rsid w:val="00A65A95"/>
    <w:rsid w:val="00A67280"/>
    <w:rsid w:val="00A754DE"/>
    <w:rsid w:val="00A75904"/>
    <w:rsid w:val="00A8397E"/>
    <w:rsid w:val="00A839E4"/>
    <w:rsid w:val="00A85D64"/>
    <w:rsid w:val="00A86096"/>
    <w:rsid w:val="00A90AEE"/>
    <w:rsid w:val="00A914F9"/>
    <w:rsid w:val="00A9265D"/>
    <w:rsid w:val="00A933D8"/>
    <w:rsid w:val="00A93669"/>
    <w:rsid w:val="00A93997"/>
    <w:rsid w:val="00A959B2"/>
    <w:rsid w:val="00A96334"/>
    <w:rsid w:val="00AA471D"/>
    <w:rsid w:val="00AB11D0"/>
    <w:rsid w:val="00AB2027"/>
    <w:rsid w:val="00AB2643"/>
    <w:rsid w:val="00AB2E47"/>
    <w:rsid w:val="00AB35CA"/>
    <w:rsid w:val="00AB551D"/>
    <w:rsid w:val="00AC3890"/>
    <w:rsid w:val="00AC6087"/>
    <w:rsid w:val="00AC6870"/>
    <w:rsid w:val="00AD0BDD"/>
    <w:rsid w:val="00AE63FC"/>
    <w:rsid w:val="00AF5C4A"/>
    <w:rsid w:val="00B01FB6"/>
    <w:rsid w:val="00B022FD"/>
    <w:rsid w:val="00B06FFA"/>
    <w:rsid w:val="00B07568"/>
    <w:rsid w:val="00B1126B"/>
    <w:rsid w:val="00B11CC3"/>
    <w:rsid w:val="00B17F34"/>
    <w:rsid w:val="00B21277"/>
    <w:rsid w:val="00B239EF"/>
    <w:rsid w:val="00B24764"/>
    <w:rsid w:val="00B26449"/>
    <w:rsid w:val="00B26DE5"/>
    <w:rsid w:val="00B3214E"/>
    <w:rsid w:val="00B40512"/>
    <w:rsid w:val="00B44445"/>
    <w:rsid w:val="00B44CB9"/>
    <w:rsid w:val="00B47189"/>
    <w:rsid w:val="00B47D41"/>
    <w:rsid w:val="00B51C79"/>
    <w:rsid w:val="00B544AC"/>
    <w:rsid w:val="00B62C2C"/>
    <w:rsid w:val="00B63411"/>
    <w:rsid w:val="00B6649E"/>
    <w:rsid w:val="00B67120"/>
    <w:rsid w:val="00B720AC"/>
    <w:rsid w:val="00B75B40"/>
    <w:rsid w:val="00B76E49"/>
    <w:rsid w:val="00B82042"/>
    <w:rsid w:val="00B84BA7"/>
    <w:rsid w:val="00B866E9"/>
    <w:rsid w:val="00B868E3"/>
    <w:rsid w:val="00B871C6"/>
    <w:rsid w:val="00B87DCE"/>
    <w:rsid w:val="00B90CA9"/>
    <w:rsid w:val="00B916AC"/>
    <w:rsid w:val="00B93238"/>
    <w:rsid w:val="00B96878"/>
    <w:rsid w:val="00BA0426"/>
    <w:rsid w:val="00BA4A28"/>
    <w:rsid w:val="00BA7C8A"/>
    <w:rsid w:val="00BB0470"/>
    <w:rsid w:val="00BB1D50"/>
    <w:rsid w:val="00BB3178"/>
    <w:rsid w:val="00BB35B0"/>
    <w:rsid w:val="00BB3CAC"/>
    <w:rsid w:val="00BB3F39"/>
    <w:rsid w:val="00BC01D4"/>
    <w:rsid w:val="00BC3993"/>
    <w:rsid w:val="00BC3F28"/>
    <w:rsid w:val="00BC5085"/>
    <w:rsid w:val="00BD0A3A"/>
    <w:rsid w:val="00BD35A8"/>
    <w:rsid w:val="00BD429C"/>
    <w:rsid w:val="00BD7176"/>
    <w:rsid w:val="00BE3733"/>
    <w:rsid w:val="00BE375F"/>
    <w:rsid w:val="00BE3F89"/>
    <w:rsid w:val="00BE70BE"/>
    <w:rsid w:val="00BF1C66"/>
    <w:rsid w:val="00BF2C9E"/>
    <w:rsid w:val="00BF3520"/>
    <w:rsid w:val="00BF7F2D"/>
    <w:rsid w:val="00C1218A"/>
    <w:rsid w:val="00C22A62"/>
    <w:rsid w:val="00C25FD1"/>
    <w:rsid w:val="00C32E91"/>
    <w:rsid w:val="00C462B4"/>
    <w:rsid w:val="00C516A6"/>
    <w:rsid w:val="00C5355D"/>
    <w:rsid w:val="00C559C9"/>
    <w:rsid w:val="00C5630C"/>
    <w:rsid w:val="00C6261F"/>
    <w:rsid w:val="00C71B4E"/>
    <w:rsid w:val="00C847F5"/>
    <w:rsid w:val="00C8707C"/>
    <w:rsid w:val="00C93E57"/>
    <w:rsid w:val="00C95879"/>
    <w:rsid w:val="00CB1E88"/>
    <w:rsid w:val="00CB55B5"/>
    <w:rsid w:val="00CC18FB"/>
    <w:rsid w:val="00CD2B4D"/>
    <w:rsid w:val="00CD7EEF"/>
    <w:rsid w:val="00CE05B1"/>
    <w:rsid w:val="00CF1AD7"/>
    <w:rsid w:val="00CF64CB"/>
    <w:rsid w:val="00D01AA3"/>
    <w:rsid w:val="00D023AD"/>
    <w:rsid w:val="00D068CA"/>
    <w:rsid w:val="00D10468"/>
    <w:rsid w:val="00D1062A"/>
    <w:rsid w:val="00D12DBA"/>
    <w:rsid w:val="00D15BD7"/>
    <w:rsid w:val="00D22218"/>
    <w:rsid w:val="00D22708"/>
    <w:rsid w:val="00D2448E"/>
    <w:rsid w:val="00D27A5F"/>
    <w:rsid w:val="00D44421"/>
    <w:rsid w:val="00D44C67"/>
    <w:rsid w:val="00D45FA8"/>
    <w:rsid w:val="00D53451"/>
    <w:rsid w:val="00D5396C"/>
    <w:rsid w:val="00D56CC1"/>
    <w:rsid w:val="00D7103C"/>
    <w:rsid w:val="00D718BA"/>
    <w:rsid w:val="00D71CA6"/>
    <w:rsid w:val="00D73352"/>
    <w:rsid w:val="00D75CA1"/>
    <w:rsid w:val="00D8324C"/>
    <w:rsid w:val="00D938DF"/>
    <w:rsid w:val="00D93945"/>
    <w:rsid w:val="00DB1179"/>
    <w:rsid w:val="00DB1B82"/>
    <w:rsid w:val="00DB3B19"/>
    <w:rsid w:val="00DB448E"/>
    <w:rsid w:val="00DB7DB3"/>
    <w:rsid w:val="00DC5A0A"/>
    <w:rsid w:val="00DC7DC7"/>
    <w:rsid w:val="00DE0622"/>
    <w:rsid w:val="00DE26DE"/>
    <w:rsid w:val="00DF0E56"/>
    <w:rsid w:val="00DF3B22"/>
    <w:rsid w:val="00DF6567"/>
    <w:rsid w:val="00E00CAC"/>
    <w:rsid w:val="00E03710"/>
    <w:rsid w:val="00E142EE"/>
    <w:rsid w:val="00E14E3D"/>
    <w:rsid w:val="00E202D9"/>
    <w:rsid w:val="00E239DB"/>
    <w:rsid w:val="00E25D6C"/>
    <w:rsid w:val="00E2751E"/>
    <w:rsid w:val="00E2794B"/>
    <w:rsid w:val="00E279B9"/>
    <w:rsid w:val="00E34101"/>
    <w:rsid w:val="00E3625B"/>
    <w:rsid w:val="00E42935"/>
    <w:rsid w:val="00E512BA"/>
    <w:rsid w:val="00E51AB6"/>
    <w:rsid w:val="00E67ADA"/>
    <w:rsid w:val="00E7223C"/>
    <w:rsid w:val="00E7368E"/>
    <w:rsid w:val="00E762B7"/>
    <w:rsid w:val="00E77671"/>
    <w:rsid w:val="00E90539"/>
    <w:rsid w:val="00E931C5"/>
    <w:rsid w:val="00E9586D"/>
    <w:rsid w:val="00E975A3"/>
    <w:rsid w:val="00E9766B"/>
    <w:rsid w:val="00E97A10"/>
    <w:rsid w:val="00EA0084"/>
    <w:rsid w:val="00EA224F"/>
    <w:rsid w:val="00EA2987"/>
    <w:rsid w:val="00EA29AF"/>
    <w:rsid w:val="00EA323A"/>
    <w:rsid w:val="00EA378B"/>
    <w:rsid w:val="00EA41CF"/>
    <w:rsid w:val="00EB2DF6"/>
    <w:rsid w:val="00EB4F73"/>
    <w:rsid w:val="00EB7B24"/>
    <w:rsid w:val="00EC4207"/>
    <w:rsid w:val="00ED1D79"/>
    <w:rsid w:val="00ED2A1D"/>
    <w:rsid w:val="00ED326C"/>
    <w:rsid w:val="00ED4E14"/>
    <w:rsid w:val="00ED5768"/>
    <w:rsid w:val="00ED6D1B"/>
    <w:rsid w:val="00EE49A9"/>
    <w:rsid w:val="00EE5D55"/>
    <w:rsid w:val="00EF33CD"/>
    <w:rsid w:val="00EF41C5"/>
    <w:rsid w:val="00F02F0D"/>
    <w:rsid w:val="00F0499A"/>
    <w:rsid w:val="00F111AA"/>
    <w:rsid w:val="00F1160D"/>
    <w:rsid w:val="00F11FD4"/>
    <w:rsid w:val="00F12BE5"/>
    <w:rsid w:val="00F16675"/>
    <w:rsid w:val="00F166FE"/>
    <w:rsid w:val="00F279E6"/>
    <w:rsid w:val="00F27D9B"/>
    <w:rsid w:val="00F30CF0"/>
    <w:rsid w:val="00F375E4"/>
    <w:rsid w:val="00F37A35"/>
    <w:rsid w:val="00F44A5A"/>
    <w:rsid w:val="00F456A0"/>
    <w:rsid w:val="00F47136"/>
    <w:rsid w:val="00F47BAA"/>
    <w:rsid w:val="00F51632"/>
    <w:rsid w:val="00F51CB1"/>
    <w:rsid w:val="00F53875"/>
    <w:rsid w:val="00F60BCB"/>
    <w:rsid w:val="00F641B5"/>
    <w:rsid w:val="00F65AF1"/>
    <w:rsid w:val="00F67054"/>
    <w:rsid w:val="00F67FD1"/>
    <w:rsid w:val="00F726A8"/>
    <w:rsid w:val="00F8398E"/>
    <w:rsid w:val="00F849D8"/>
    <w:rsid w:val="00F858F6"/>
    <w:rsid w:val="00F908C7"/>
    <w:rsid w:val="00F90BA1"/>
    <w:rsid w:val="00FA14C2"/>
    <w:rsid w:val="00FB472F"/>
    <w:rsid w:val="00FB6071"/>
    <w:rsid w:val="00FC7B2C"/>
    <w:rsid w:val="00FD0A03"/>
    <w:rsid w:val="00FD1969"/>
    <w:rsid w:val="00FE0B04"/>
    <w:rsid w:val="00FE2D92"/>
    <w:rsid w:val="00FE3B44"/>
    <w:rsid w:val="00FE4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48FDA5"/>
  <w15:docId w15:val="{DC4BD866-F92F-4A8E-8DD3-649A51F1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4001"/>
    <w:pPr>
      <w:overflowPunct w:val="0"/>
      <w:autoSpaceDE w:val="0"/>
      <w:autoSpaceDN w:val="0"/>
      <w:adjustRightInd w:val="0"/>
      <w:spacing w:before="120"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aliases w:val="F1"/>
    <w:basedOn w:val="Normln"/>
    <w:next w:val="Normln"/>
    <w:qFormat/>
    <w:rsid w:val="00A90AEE"/>
    <w:pPr>
      <w:keepNext/>
      <w:numPr>
        <w:numId w:val="1"/>
      </w:numPr>
      <w:tabs>
        <w:tab w:val="left" w:pos="1134"/>
      </w:tabs>
      <w:spacing w:before="480" w:after="120"/>
      <w:outlineLvl w:val="0"/>
    </w:pPr>
    <w:rPr>
      <w:b/>
      <w:caps/>
      <w:kern w:val="28"/>
      <w:u w:val="single"/>
    </w:rPr>
  </w:style>
  <w:style w:type="paragraph" w:styleId="Nadpis2">
    <w:name w:val="heading 2"/>
    <w:aliases w:val="F3"/>
    <w:basedOn w:val="Normln"/>
    <w:next w:val="Normln"/>
    <w:qFormat/>
    <w:rsid w:val="00D12DBA"/>
    <w:pPr>
      <w:keepNext/>
      <w:numPr>
        <w:numId w:val="8"/>
      </w:numPr>
      <w:tabs>
        <w:tab w:val="left" w:pos="1134"/>
      </w:tabs>
      <w:spacing w:before="240"/>
      <w:outlineLvl w:val="1"/>
    </w:pPr>
    <w:rPr>
      <w:u w:val="single"/>
    </w:rPr>
  </w:style>
  <w:style w:type="paragraph" w:styleId="Nadpis3">
    <w:name w:val="heading 3"/>
    <w:aliases w:val="F2"/>
    <w:basedOn w:val="Normln"/>
    <w:next w:val="Normln"/>
    <w:autoRedefine/>
    <w:qFormat/>
    <w:rsid w:val="008822FA"/>
    <w:pPr>
      <w:widowControl w:val="0"/>
      <w:numPr>
        <w:numId w:val="4"/>
      </w:numPr>
      <w:tabs>
        <w:tab w:val="left" w:pos="1134"/>
      </w:tabs>
      <w:spacing w:before="240"/>
      <w:ind w:left="1134" w:hanging="1134"/>
      <w:outlineLvl w:val="2"/>
    </w:pPr>
    <w:rPr>
      <w:b/>
      <w:u w:val="single"/>
    </w:rPr>
  </w:style>
  <w:style w:type="paragraph" w:styleId="Nadpis4">
    <w:name w:val="heading 4"/>
    <w:aliases w:val="_"/>
    <w:basedOn w:val="Normln"/>
    <w:next w:val="Normln"/>
    <w:autoRedefine/>
    <w:qFormat/>
    <w:rsid w:val="00DB3B19"/>
    <w:pPr>
      <w:keepNext/>
      <w:numPr>
        <w:ilvl w:val="3"/>
        <w:numId w:val="2"/>
      </w:numPr>
      <w:spacing w:before="240"/>
      <w:outlineLvl w:val="3"/>
    </w:pPr>
  </w:style>
  <w:style w:type="paragraph" w:styleId="Nadpis5">
    <w:name w:val="heading 5"/>
    <w:basedOn w:val="Normln"/>
    <w:next w:val="Normln"/>
    <w:qFormat/>
    <w:rsid w:val="0046519D"/>
    <w:pPr>
      <w:numPr>
        <w:numId w:val="5"/>
      </w:numPr>
      <w:tabs>
        <w:tab w:val="left" w:pos="1134"/>
      </w:tabs>
      <w:spacing w:before="240"/>
      <w:outlineLvl w:val="4"/>
    </w:pPr>
  </w:style>
  <w:style w:type="paragraph" w:styleId="Nadpis6">
    <w:name w:val="heading 6"/>
    <w:basedOn w:val="Normln"/>
    <w:next w:val="Normln"/>
    <w:qFormat/>
    <w:rsid w:val="00414A96"/>
    <w:pPr>
      <w:numPr>
        <w:numId w:val="6"/>
      </w:numPr>
      <w:tabs>
        <w:tab w:val="left" w:pos="1134"/>
      </w:tabs>
      <w:spacing w:before="240"/>
      <w:ind w:left="0" w:firstLine="0"/>
      <w:outlineLvl w:val="5"/>
    </w:pPr>
  </w:style>
  <w:style w:type="paragraph" w:styleId="Nadpis7">
    <w:name w:val="heading 7"/>
    <w:basedOn w:val="Normln"/>
    <w:next w:val="Normln"/>
    <w:qFormat/>
    <w:rsid w:val="00414A96"/>
    <w:pPr>
      <w:numPr>
        <w:numId w:val="7"/>
      </w:numPr>
      <w:tabs>
        <w:tab w:val="left" w:pos="1134"/>
      </w:tabs>
      <w:spacing w:before="240"/>
      <w:ind w:left="0" w:firstLine="0"/>
      <w:outlineLvl w:val="6"/>
    </w:pPr>
  </w:style>
  <w:style w:type="paragraph" w:styleId="Nadpis8">
    <w:name w:val="heading 8"/>
    <w:basedOn w:val="Normln"/>
    <w:next w:val="Normln"/>
    <w:rsid w:val="00DB3B19"/>
    <w:pPr>
      <w:numPr>
        <w:ilvl w:val="7"/>
        <w:numId w:val="2"/>
      </w:numPr>
      <w:spacing w:before="240"/>
      <w:outlineLvl w:val="7"/>
    </w:pPr>
    <w:rPr>
      <w:i/>
      <w:sz w:val="20"/>
    </w:rPr>
  </w:style>
  <w:style w:type="paragraph" w:styleId="Nadpis9">
    <w:name w:val="heading 9"/>
    <w:aliases w:val="Normální_"/>
    <w:basedOn w:val="Normln"/>
    <w:next w:val="Normln"/>
    <w:qFormat/>
    <w:rsid w:val="00DB3B19"/>
    <w:pPr>
      <w:numPr>
        <w:ilvl w:val="8"/>
        <w:numId w:val="2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D45FA8"/>
    <w:pPr>
      <w:tabs>
        <w:tab w:val="left" w:pos="880"/>
        <w:tab w:val="right" w:leader="dot" w:pos="9498"/>
      </w:tabs>
      <w:spacing w:after="120"/>
      <w:ind w:left="879" w:right="567" w:hanging="879"/>
    </w:pPr>
    <w:rPr>
      <w:b/>
      <w:bCs/>
      <w:caps/>
      <w:noProof/>
      <w:kern w:val="28"/>
      <w:szCs w:val="22"/>
    </w:rPr>
  </w:style>
  <w:style w:type="paragraph" w:styleId="Obsah2">
    <w:name w:val="toc 2"/>
    <w:basedOn w:val="Normln"/>
    <w:next w:val="Normln"/>
    <w:autoRedefine/>
    <w:uiPriority w:val="39"/>
    <w:rsid w:val="00D45FA8"/>
    <w:pPr>
      <w:tabs>
        <w:tab w:val="left" w:pos="880"/>
        <w:tab w:val="right" w:leader="dot" w:pos="9498"/>
      </w:tabs>
      <w:spacing w:after="0"/>
      <w:ind w:left="879" w:right="567" w:hanging="879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D45FA8"/>
    <w:pPr>
      <w:tabs>
        <w:tab w:val="left" w:pos="880"/>
        <w:tab w:val="right" w:leader="dot" w:pos="9497"/>
      </w:tabs>
      <w:spacing w:before="60" w:after="0"/>
      <w:ind w:left="879" w:right="567" w:hanging="879"/>
    </w:pPr>
    <w:rPr>
      <w:noProof/>
      <w:sz w:val="20"/>
      <w:szCs w:val="22"/>
    </w:rPr>
  </w:style>
  <w:style w:type="paragraph" w:styleId="Obsah4">
    <w:name w:val="toc 4"/>
    <w:basedOn w:val="Normln"/>
    <w:next w:val="Normln"/>
    <w:autoRedefine/>
    <w:uiPriority w:val="39"/>
    <w:rsid w:val="00D45FA8"/>
    <w:pPr>
      <w:tabs>
        <w:tab w:val="right" w:pos="9498"/>
      </w:tabs>
    </w:pPr>
    <w:rPr>
      <w:noProof/>
    </w:rPr>
  </w:style>
  <w:style w:type="paragraph" w:styleId="Zhlav">
    <w:name w:val="header"/>
    <w:basedOn w:val="Normln"/>
    <w:rsid w:val="00DB3B1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B3B19"/>
    <w:rPr>
      <w:color w:val="0000FF"/>
      <w:u w:val="single"/>
    </w:rPr>
  </w:style>
  <w:style w:type="character" w:styleId="slostrnky">
    <w:name w:val="page number"/>
    <w:basedOn w:val="Standardnpsmoodstavce"/>
    <w:rsid w:val="00DB3B19"/>
  </w:style>
  <w:style w:type="character" w:styleId="Sledovanodkaz">
    <w:name w:val="FollowedHyperlink"/>
    <w:basedOn w:val="Standardnpsmoodstavce"/>
    <w:rsid w:val="00DB3B19"/>
    <w:rPr>
      <w:color w:val="800080"/>
      <w:u w:val="single"/>
    </w:rPr>
  </w:style>
  <w:style w:type="paragraph" w:styleId="Zpat">
    <w:name w:val="footer"/>
    <w:basedOn w:val="Normln"/>
    <w:rsid w:val="00DB3B19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autoRedefine/>
    <w:uiPriority w:val="39"/>
    <w:rsid w:val="00DB3B19"/>
    <w:pPr>
      <w:ind w:left="880"/>
    </w:pPr>
  </w:style>
  <w:style w:type="paragraph" w:customStyle="1" w:styleId="Razitko">
    <w:name w:val="Razitko"/>
    <w:basedOn w:val="Normln"/>
    <w:rsid w:val="00DB3B19"/>
    <w:pPr>
      <w:framePr w:hSpace="141" w:wrap="around" w:vAnchor="text" w:hAnchor="text" w:x="13" w:y="1"/>
      <w:ind w:left="57"/>
      <w:suppressOverlap/>
    </w:pPr>
    <w:rPr>
      <w:b/>
      <w:bCs/>
      <w:spacing w:val="-20"/>
    </w:rPr>
  </w:style>
  <w:style w:type="paragraph" w:customStyle="1" w:styleId="RAZITKOVETSI">
    <w:name w:val="RAZITKO VETSI"/>
    <w:basedOn w:val="Normln"/>
    <w:next w:val="Razitko"/>
    <w:rsid w:val="00DB3B19"/>
    <w:pPr>
      <w:ind w:left="57"/>
    </w:pPr>
    <w:rPr>
      <w:b/>
      <w:bCs/>
      <w:spacing w:val="20"/>
      <w:sz w:val="28"/>
    </w:rPr>
  </w:style>
  <w:style w:type="paragraph" w:customStyle="1" w:styleId="razitkobezodsazeni">
    <w:name w:val="razitko bez odsazeni"/>
    <w:basedOn w:val="Razitko"/>
    <w:next w:val="Razitko"/>
    <w:rsid w:val="00DB3B19"/>
    <w:pPr>
      <w:framePr w:wrap="around"/>
      <w:ind w:left="0"/>
    </w:pPr>
  </w:style>
  <w:style w:type="paragraph" w:customStyle="1" w:styleId="razitkonormal">
    <w:name w:val="razitko normal"/>
    <w:basedOn w:val="Normln"/>
    <w:rsid w:val="00DB3B19"/>
    <w:pPr>
      <w:framePr w:hSpace="141" w:wrap="around" w:vAnchor="text" w:hAnchor="text" w:x="13" w:y="1"/>
      <w:overflowPunct/>
      <w:autoSpaceDE/>
      <w:autoSpaceDN/>
      <w:adjustRightInd/>
      <w:suppressOverlap/>
      <w:textAlignment w:val="auto"/>
    </w:pPr>
    <w:rPr>
      <w:rFonts w:cs="Arial"/>
      <w:caps/>
      <w:spacing w:val="-20"/>
    </w:rPr>
  </w:style>
  <w:style w:type="paragraph" w:customStyle="1" w:styleId="razitkonormalodsaz">
    <w:name w:val="razitko normal odsaz"/>
    <w:basedOn w:val="razitkonormal"/>
    <w:rsid w:val="00DB3B19"/>
    <w:pPr>
      <w:framePr w:wrap="around"/>
      <w:ind w:left="57"/>
    </w:pPr>
  </w:style>
  <w:style w:type="paragraph" w:customStyle="1" w:styleId="razitkouzkepismo">
    <w:name w:val="razitko uzke pismo"/>
    <w:basedOn w:val="Normln"/>
    <w:rsid w:val="00DB3B19"/>
    <w:pPr>
      <w:framePr w:hSpace="141" w:wrap="around" w:vAnchor="text" w:hAnchor="text" w:x="13" w:y="1"/>
      <w:overflowPunct/>
      <w:autoSpaceDE/>
      <w:autoSpaceDN/>
      <w:adjustRightInd/>
      <w:suppressOverlap/>
      <w:jc w:val="center"/>
      <w:textAlignment w:val="auto"/>
    </w:pPr>
    <w:rPr>
      <w:rFonts w:cs="Arial"/>
      <w:spacing w:val="-20"/>
      <w:w w:val="80"/>
    </w:rPr>
  </w:style>
  <w:style w:type="paragraph" w:customStyle="1" w:styleId="Raztkonormalnasted">
    <w:name w:val="Razítko normal na střed"/>
    <w:basedOn w:val="razitkonormal"/>
    <w:rsid w:val="00DB3B19"/>
    <w:pPr>
      <w:framePr w:wrap="around"/>
      <w:jc w:val="center"/>
    </w:pPr>
  </w:style>
  <w:style w:type="paragraph" w:customStyle="1" w:styleId="Raztkologo">
    <w:name w:val="Razítko logo"/>
    <w:basedOn w:val="Normln"/>
    <w:rsid w:val="00DB3B19"/>
    <w:pPr>
      <w:framePr w:hSpace="141" w:wrap="around" w:vAnchor="text" w:hAnchor="text" w:x="13" w:y="1"/>
      <w:spacing w:before="60"/>
      <w:suppressOverlap/>
      <w:jc w:val="center"/>
    </w:pPr>
    <w:rPr>
      <w:spacing w:val="-20"/>
    </w:rPr>
  </w:style>
  <w:style w:type="paragraph" w:customStyle="1" w:styleId="Raztkologo-mal">
    <w:name w:val="Razítko logo - malé"/>
    <w:basedOn w:val="Normln"/>
    <w:rsid w:val="00DB3B19"/>
    <w:pPr>
      <w:framePr w:hSpace="141" w:wrap="around" w:vAnchor="text" w:hAnchor="text" w:x="13" w:y="1"/>
      <w:spacing w:before="60"/>
      <w:suppressOverlap/>
      <w:jc w:val="center"/>
    </w:pPr>
    <w:rPr>
      <w:rFonts w:cs="Arial"/>
      <w:spacing w:val="10"/>
      <w:position w:val="-20"/>
      <w:sz w:val="16"/>
    </w:rPr>
  </w:style>
  <w:style w:type="paragraph" w:customStyle="1" w:styleId="Raztkobezodsaz">
    <w:name w:val="Razítko bez odsaz"/>
    <w:basedOn w:val="Normln"/>
    <w:rsid w:val="00DB3B19"/>
    <w:pPr>
      <w:framePr w:hSpace="141" w:wrap="around" w:vAnchor="text" w:hAnchor="text" w:x="13" w:y="1"/>
      <w:overflowPunct/>
      <w:autoSpaceDE/>
      <w:autoSpaceDN/>
      <w:adjustRightInd/>
      <w:suppressOverlap/>
      <w:textAlignment w:val="auto"/>
    </w:pPr>
    <w:rPr>
      <w:rFonts w:cs="Arial"/>
      <w:bCs/>
      <w:caps/>
      <w:spacing w:val="-20"/>
    </w:rPr>
  </w:style>
  <w:style w:type="paragraph" w:customStyle="1" w:styleId="Raztkotun14nasted">
    <w:name w:val="Razítko tučně 14 na střed"/>
    <w:basedOn w:val="Normln"/>
    <w:rsid w:val="00DB3B19"/>
    <w:pPr>
      <w:jc w:val="center"/>
    </w:pPr>
    <w:rPr>
      <w:b/>
      <w:bCs/>
      <w:caps/>
      <w:spacing w:val="-20"/>
      <w:sz w:val="28"/>
    </w:rPr>
  </w:style>
  <w:style w:type="paragraph" w:customStyle="1" w:styleId="Raztkomezerynormln">
    <w:name w:val="Razítko mezery normální"/>
    <w:basedOn w:val="Normln"/>
    <w:rsid w:val="00DB3B19"/>
    <w:pPr>
      <w:framePr w:hSpace="141" w:wrap="around" w:vAnchor="text" w:hAnchor="text" w:x="13" w:y="1"/>
      <w:overflowPunct/>
      <w:autoSpaceDE/>
      <w:autoSpaceDN/>
      <w:adjustRightInd/>
      <w:ind w:left="57"/>
      <w:suppressOverlap/>
      <w:textAlignment w:val="auto"/>
    </w:pPr>
    <w:rPr>
      <w:rFonts w:cs="Arial"/>
    </w:rPr>
  </w:style>
  <w:style w:type="paragraph" w:customStyle="1" w:styleId="Raztkonormalmal">
    <w:name w:val="Razítko normal malé"/>
    <w:basedOn w:val="Raztkobezodsaz"/>
    <w:rsid w:val="00DB3B19"/>
    <w:pPr>
      <w:framePr w:wrap="around"/>
    </w:pPr>
    <w:rPr>
      <w:caps w:val="0"/>
    </w:rPr>
  </w:style>
  <w:style w:type="paragraph" w:customStyle="1" w:styleId="Raztkoz1">
    <w:name w:val="Razítko zúž. 1"/>
    <w:aliases w:val="5 b."/>
    <w:basedOn w:val="Razitko"/>
    <w:rsid w:val="00DB3B19"/>
    <w:pPr>
      <w:framePr w:wrap="around"/>
    </w:pPr>
    <w:rPr>
      <w:spacing w:val="-30"/>
    </w:rPr>
  </w:style>
  <w:style w:type="paragraph" w:customStyle="1" w:styleId="Raztkonastedmal">
    <w:name w:val="Razítko na střed malé"/>
    <w:basedOn w:val="Raztkologo"/>
    <w:rsid w:val="00DB3B19"/>
    <w:pPr>
      <w:framePr w:wrap="around"/>
      <w:spacing w:before="0"/>
    </w:pPr>
  </w:style>
  <w:style w:type="paragraph" w:styleId="Zkladntext">
    <w:name w:val="Body Text"/>
    <w:aliases w:val="()odstaved"/>
    <w:basedOn w:val="Normln"/>
    <w:rsid w:val="00DB3B19"/>
    <w:pPr>
      <w:spacing w:before="0"/>
      <w:jc w:val="left"/>
    </w:pPr>
  </w:style>
  <w:style w:type="paragraph" w:styleId="Zkladntext3">
    <w:name w:val="Body Text 3"/>
    <w:basedOn w:val="Normln"/>
    <w:rsid w:val="00DB3B19"/>
    <w:rPr>
      <w:color w:val="333399"/>
    </w:rPr>
  </w:style>
  <w:style w:type="paragraph" w:styleId="Zkladntext2">
    <w:name w:val="Body Text 2"/>
    <w:basedOn w:val="Normln"/>
    <w:rsid w:val="00DB3B19"/>
    <w:rPr>
      <w:color w:val="0000FF"/>
    </w:rPr>
  </w:style>
  <w:style w:type="paragraph" w:styleId="Zkladntextodsazen2">
    <w:name w:val="Body Text Indent 2"/>
    <w:basedOn w:val="Normln"/>
    <w:rsid w:val="00DB3B19"/>
    <w:pPr>
      <w:tabs>
        <w:tab w:val="left" w:pos="285"/>
      </w:tabs>
      <w:spacing w:before="60" w:line="264" w:lineRule="auto"/>
      <w:ind w:left="285" w:hanging="342"/>
    </w:pPr>
  </w:style>
  <w:style w:type="paragraph" w:styleId="Zkladntextodsazen">
    <w:name w:val="Body Text Indent"/>
    <w:basedOn w:val="Normln"/>
    <w:rsid w:val="00DB3B19"/>
    <w:pPr>
      <w:tabs>
        <w:tab w:val="left" w:pos="342"/>
      </w:tabs>
      <w:spacing w:before="60" w:line="264" w:lineRule="auto"/>
      <w:ind w:left="342" w:hanging="342"/>
    </w:pPr>
  </w:style>
  <w:style w:type="paragraph" w:customStyle="1" w:styleId="Zkladntext21">
    <w:name w:val="Základní text 21"/>
    <w:basedOn w:val="Normln"/>
    <w:rsid w:val="00DB3B19"/>
    <w:pPr>
      <w:spacing w:before="0" w:line="264" w:lineRule="auto"/>
    </w:pPr>
    <w:rPr>
      <w:color w:val="FF0000"/>
    </w:rPr>
  </w:style>
  <w:style w:type="paragraph" w:styleId="Zkladntextodsazen3">
    <w:name w:val="Body Text Indent 3"/>
    <w:basedOn w:val="Normln"/>
    <w:rsid w:val="00DB3B19"/>
    <w:pPr>
      <w:tabs>
        <w:tab w:val="left" w:pos="567"/>
      </w:tabs>
      <w:spacing w:before="0" w:line="264" w:lineRule="auto"/>
      <w:ind w:left="142" w:hanging="142"/>
      <w:textAlignment w:val="auto"/>
    </w:pPr>
    <w:rPr>
      <w:rFonts w:cs="Arial"/>
      <w:szCs w:val="22"/>
    </w:rPr>
  </w:style>
  <w:style w:type="paragraph" w:customStyle="1" w:styleId="TextOdst">
    <w:name w:val="TextOdst"/>
    <w:basedOn w:val="Normln"/>
    <w:rsid w:val="00DB3B19"/>
    <w:pPr>
      <w:overflowPunct/>
      <w:autoSpaceDE/>
      <w:autoSpaceDN/>
      <w:adjustRightInd/>
      <w:textAlignment w:val="auto"/>
    </w:pPr>
    <w:rPr>
      <w:sz w:val="20"/>
      <w:szCs w:val="24"/>
      <w:lang w:val="en-US"/>
    </w:rPr>
  </w:style>
  <w:style w:type="paragraph" w:customStyle="1" w:styleId="Default">
    <w:name w:val="Default"/>
    <w:rsid w:val="00DB3B19"/>
    <w:pPr>
      <w:autoSpaceDE w:val="0"/>
      <w:autoSpaceDN w:val="0"/>
      <w:adjustRightInd w:val="0"/>
      <w:spacing w:before="240" w:after="60"/>
      <w:ind w:left="1134" w:hanging="1134"/>
      <w:jc w:val="both"/>
    </w:pPr>
    <w:rPr>
      <w:rFonts w:ascii="Arial,Bold" w:hAnsi="Arial,Bold"/>
    </w:rPr>
  </w:style>
  <w:style w:type="paragraph" w:styleId="Obsah6">
    <w:name w:val="toc 6"/>
    <w:basedOn w:val="Normln"/>
    <w:next w:val="Normln"/>
    <w:autoRedefine/>
    <w:uiPriority w:val="39"/>
    <w:rsid w:val="00DB3B19"/>
    <w:pPr>
      <w:overflowPunct/>
      <w:autoSpaceDE/>
      <w:autoSpaceDN/>
      <w:adjustRightInd/>
      <w:spacing w:before="0"/>
      <w:ind w:left="120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Obsah8">
    <w:name w:val="toc 8"/>
    <w:basedOn w:val="Normln"/>
    <w:next w:val="Normln"/>
    <w:autoRedefine/>
    <w:uiPriority w:val="39"/>
    <w:rsid w:val="00DB3B19"/>
    <w:pPr>
      <w:overflowPunct/>
      <w:autoSpaceDE/>
      <w:autoSpaceDN/>
      <w:adjustRightInd/>
      <w:spacing w:before="0"/>
      <w:ind w:left="168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Obsah7">
    <w:name w:val="toc 7"/>
    <w:basedOn w:val="Normln"/>
    <w:next w:val="Normln"/>
    <w:autoRedefine/>
    <w:uiPriority w:val="39"/>
    <w:rsid w:val="00DB3B19"/>
    <w:pPr>
      <w:overflowPunct/>
      <w:autoSpaceDE/>
      <w:autoSpaceDN/>
      <w:adjustRightInd/>
      <w:spacing w:before="0"/>
      <w:ind w:left="144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Obsah9">
    <w:name w:val="toc 9"/>
    <w:basedOn w:val="Normln"/>
    <w:next w:val="Normln"/>
    <w:autoRedefine/>
    <w:uiPriority w:val="39"/>
    <w:rsid w:val="00DB3B19"/>
    <w:pPr>
      <w:overflowPunct/>
      <w:autoSpaceDE/>
      <w:autoSpaceDN/>
      <w:adjustRightInd/>
      <w:spacing w:before="0"/>
      <w:ind w:left="192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DB3B19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ln0">
    <w:name w:val="Normální~0"/>
    <w:basedOn w:val="Normln"/>
    <w:rsid w:val="00DB3B19"/>
    <w:pPr>
      <w:widowControl w:val="0"/>
      <w:overflowPunct/>
      <w:autoSpaceDE/>
      <w:autoSpaceDN/>
      <w:adjustRightInd/>
      <w:spacing w:before="0"/>
      <w:textAlignment w:val="auto"/>
    </w:pPr>
    <w:rPr>
      <w:noProof/>
    </w:rPr>
  </w:style>
  <w:style w:type="paragraph" w:customStyle="1" w:styleId="normalodsazene">
    <w:name w:val="normalodsazene"/>
    <w:basedOn w:val="Normln"/>
    <w:rsid w:val="00DB3B19"/>
    <w:pPr>
      <w:overflowPunct/>
      <w:autoSpaceDE/>
      <w:autoSpaceDN/>
      <w:adjustRightInd/>
      <w:spacing w:before="100" w:beforeAutospacing="1" w:after="100" w:afterAutospacing="1"/>
      <w:ind w:firstLine="480"/>
      <w:textAlignment w:val="auto"/>
    </w:pPr>
    <w:rPr>
      <w:rFonts w:ascii="MS Sans Serif" w:eastAsia="Arial Unicode MS" w:hAnsi="MS Sans Serif" w:cs="Arial Unicode MS"/>
      <w:color w:val="585858"/>
      <w:sz w:val="15"/>
      <w:szCs w:val="15"/>
    </w:rPr>
  </w:style>
  <w:style w:type="paragraph" w:customStyle="1" w:styleId="Textodstavce">
    <w:name w:val="Text odstavce"/>
    <w:basedOn w:val="Normln"/>
    <w:rsid w:val="00DB3B19"/>
    <w:pPr>
      <w:numPr>
        <w:numId w:val="3"/>
      </w:numPr>
      <w:tabs>
        <w:tab w:val="clear" w:pos="785"/>
        <w:tab w:val="num" w:pos="0"/>
        <w:tab w:val="left" w:pos="851"/>
      </w:tabs>
      <w:overflowPunct/>
      <w:autoSpaceDE/>
      <w:autoSpaceDN/>
      <w:adjustRightInd/>
      <w:spacing w:after="120"/>
      <w:ind w:firstLine="0"/>
      <w:textAlignment w:val="auto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DB3B19"/>
    <w:pPr>
      <w:numPr>
        <w:ilvl w:val="2"/>
        <w:numId w:val="3"/>
      </w:numPr>
      <w:tabs>
        <w:tab w:val="clear" w:pos="851"/>
        <w:tab w:val="num" w:pos="0"/>
      </w:tabs>
      <w:overflowPunct/>
      <w:autoSpaceDE/>
      <w:autoSpaceDN/>
      <w:adjustRightInd/>
      <w:spacing w:before="0"/>
      <w:ind w:left="0" w:firstLine="0"/>
      <w:textAlignment w:val="auto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DB3B19"/>
    <w:pPr>
      <w:numPr>
        <w:ilvl w:val="1"/>
        <w:numId w:val="3"/>
      </w:numPr>
      <w:tabs>
        <w:tab w:val="clear" w:pos="425"/>
        <w:tab w:val="num" w:pos="0"/>
      </w:tabs>
      <w:overflowPunct/>
      <w:autoSpaceDE/>
      <w:autoSpaceDN/>
      <w:adjustRightInd/>
      <w:spacing w:before="0"/>
      <w:ind w:left="0" w:firstLine="0"/>
      <w:textAlignment w:val="auto"/>
      <w:outlineLvl w:val="7"/>
    </w:pPr>
    <w:rPr>
      <w:rFonts w:ascii="Times New Roman" w:hAnsi="Times New Roman"/>
      <w:sz w:val="24"/>
    </w:rPr>
  </w:style>
  <w:style w:type="character" w:customStyle="1" w:styleId="Nadpis3Char">
    <w:name w:val="Nadpis 3 Char"/>
    <w:aliases w:val="F3 Char"/>
    <w:basedOn w:val="Standardnpsmoodstavce"/>
    <w:rsid w:val="00DB3B19"/>
    <w:rPr>
      <w:rFonts w:ascii="Arial" w:hAnsi="Arial"/>
      <w:sz w:val="22"/>
      <w:u w:val="single"/>
      <w:lang w:val="cs-CZ" w:eastAsia="cs-CZ" w:bidi="ar-SA"/>
    </w:rPr>
  </w:style>
  <w:style w:type="character" w:customStyle="1" w:styleId="Nadpis4Char">
    <w:name w:val="Nadpis 4 Char"/>
    <w:aliases w:val="_ Char"/>
    <w:basedOn w:val="Standardnpsmoodstavce"/>
    <w:rsid w:val="00DB3B19"/>
    <w:rPr>
      <w:rFonts w:ascii="Arial" w:hAnsi="Arial"/>
      <w:sz w:val="22"/>
      <w:lang w:val="cs-CZ" w:eastAsia="cs-CZ" w:bidi="ar-SA"/>
    </w:rPr>
  </w:style>
  <w:style w:type="character" w:customStyle="1" w:styleId="StylNadpis3Char">
    <w:name w:val="Styl Nadpis 3 Char"/>
    <w:aliases w:val="F3 + Modrá Char"/>
    <w:basedOn w:val="Nadpis3Char"/>
    <w:rsid w:val="00DB3B19"/>
    <w:rPr>
      <w:rFonts w:ascii="Arial" w:hAnsi="Arial"/>
      <w:color w:val="0000FF"/>
      <w:sz w:val="22"/>
      <w:u w:val="single"/>
      <w:lang w:val="cs-CZ" w:eastAsia="cs-CZ" w:bidi="ar-SA"/>
    </w:rPr>
  </w:style>
  <w:style w:type="paragraph" w:customStyle="1" w:styleId="StylNadpis3">
    <w:name w:val="Styl Nadpis 3"/>
    <w:aliases w:val="F3 + Modrá"/>
    <w:basedOn w:val="Nadpis3"/>
    <w:rsid w:val="00DB3B19"/>
    <w:pPr>
      <w:numPr>
        <w:numId w:val="0"/>
      </w:numPr>
    </w:pPr>
    <w:rPr>
      <w:color w:val="0000FF"/>
    </w:rPr>
  </w:style>
  <w:style w:type="character" w:customStyle="1" w:styleId="StylNadpis4Char">
    <w:name w:val="Styl Nadpis 4 Char"/>
    <w:aliases w:val="_ + Modrá Char"/>
    <w:basedOn w:val="Nadpis4Char"/>
    <w:rsid w:val="00DB3B19"/>
    <w:rPr>
      <w:rFonts w:ascii="Arial" w:hAnsi="Arial"/>
      <w:color w:val="0000FF"/>
      <w:sz w:val="22"/>
      <w:lang w:val="cs-CZ" w:eastAsia="cs-CZ" w:bidi="ar-SA"/>
    </w:rPr>
  </w:style>
  <w:style w:type="paragraph" w:customStyle="1" w:styleId="StylNadpis4">
    <w:name w:val="Styl Nadpis 4"/>
    <w:aliases w:val="_ + Modrá"/>
    <w:basedOn w:val="Nadpis4"/>
    <w:autoRedefine/>
    <w:rsid w:val="00DB3B19"/>
    <w:pPr>
      <w:numPr>
        <w:ilvl w:val="0"/>
        <w:numId w:val="0"/>
      </w:numPr>
      <w:tabs>
        <w:tab w:val="left" w:pos="1021"/>
      </w:tabs>
    </w:pPr>
    <w:rPr>
      <w:color w:val="0000FF"/>
    </w:rPr>
  </w:style>
  <w:style w:type="paragraph" w:styleId="Odstavecseseznamem">
    <w:name w:val="List Paragraph"/>
    <w:basedOn w:val="Normln"/>
    <w:uiPriority w:val="34"/>
    <w:qFormat/>
    <w:rsid w:val="00A93669"/>
    <w:pPr>
      <w:ind w:left="708"/>
    </w:pPr>
  </w:style>
  <w:style w:type="numbering" w:customStyle="1" w:styleId="HPFM">
    <w:name w:val="HPFM"/>
    <w:rsid w:val="00D45FA8"/>
    <w:pPr>
      <w:numPr>
        <w:numId w:val="9"/>
      </w:numPr>
    </w:pPr>
  </w:style>
  <w:style w:type="paragraph" w:customStyle="1" w:styleId="HPFM1">
    <w:name w:val="HPFM1"/>
    <w:basedOn w:val="Nadpis2"/>
    <w:next w:val="Normln"/>
    <w:qFormat/>
    <w:rsid w:val="00D45FA8"/>
    <w:pPr>
      <w:numPr>
        <w:numId w:val="10"/>
      </w:numPr>
      <w:ind w:left="1134"/>
    </w:pPr>
    <w:rPr>
      <w:b/>
      <w:caps/>
    </w:rPr>
  </w:style>
  <w:style w:type="paragraph" w:customStyle="1" w:styleId="HPFM2">
    <w:name w:val="HPFM2"/>
    <w:basedOn w:val="Nadpis3"/>
    <w:next w:val="Normln"/>
    <w:qFormat/>
    <w:rsid w:val="00044B40"/>
    <w:pPr>
      <w:keepNext/>
      <w:widowControl/>
      <w:numPr>
        <w:ilvl w:val="1"/>
        <w:numId w:val="10"/>
      </w:numPr>
    </w:pPr>
  </w:style>
  <w:style w:type="paragraph" w:customStyle="1" w:styleId="HPFM3">
    <w:name w:val="HPFM3"/>
    <w:basedOn w:val="Nadpis6"/>
    <w:next w:val="Normln"/>
    <w:qFormat/>
    <w:rsid w:val="00D45FA8"/>
    <w:pPr>
      <w:numPr>
        <w:ilvl w:val="2"/>
        <w:numId w:val="10"/>
      </w:numPr>
    </w:pPr>
    <w:rPr>
      <w:u w:val="single"/>
    </w:rPr>
  </w:style>
  <w:style w:type="paragraph" w:customStyle="1" w:styleId="HPFM4">
    <w:name w:val="HPFM4"/>
    <w:basedOn w:val="Nadpis4"/>
    <w:next w:val="Normln"/>
    <w:qFormat/>
    <w:rsid w:val="00BB1D50"/>
    <w:pPr>
      <w:numPr>
        <w:numId w:val="10"/>
      </w:numPr>
      <w:tabs>
        <w:tab w:val="left" w:pos="1134"/>
      </w:tabs>
    </w:pPr>
  </w:style>
  <w:style w:type="character" w:styleId="Odkaznakoment">
    <w:name w:val="annotation reference"/>
    <w:basedOn w:val="Standardnpsmoodstavce"/>
    <w:rsid w:val="00D45FA8"/>
    <w:rPr>
      <w:sz w:val="16"/>
      <w:szCs w:val="16"/>
    </w:rPr>
  </w:style>
  <w:style w:type="paragraph" w:styleId="Textkomente">
    <w:name w:val="annotation text"/>
    <w:basedOn w:val="Normln"/>
    <w:link w:val="TextkomenteChar"/>
    <w:rsid w:val="00D45FA8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D45FA8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D45F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45FA8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rsid w:val="00D45FA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45FA8"/>
    <w:rPr>
      <w:rFonts w:ascii="Tahoma" w:hAnsi="Tahoma" w:cs="Tahoma"/>
      <w:sz w:val="16"/>
      <w:szCs w:val="16"/>
    </w:rPr>
  </w:style>
  <w:style w:type="paragraph" w:customStyle="1" w:styleId="texttabulky">
    <w:name w:val="text tabulky"/>
    <w:basedOn w:val="Normln"/>
    <w:rsid w:val="00BB1D50"/>
    <w:pPr>
      <w:overflowPunct/>
      <w:autoSpaceDE/>
      <w:autoSpaceDN/>
      <w:adjustRightInd/>
      <w:spacing w:before="60" w:line="288" w:lineRule="auto"/>
      <w:jc w:val="center"/>
      <w:textAlignment w:val="auto"/>
    </w:pPr>
    <w:rPr>
      <w:sz w:val="18"/>
      <w:szCs w:val="18"/>
    </w:rPr>
  </w:style>
  <w:style w:type="character" w:customStyle="1" w:styleId="small">
    <w:name w:val="small"/>
    <w:basedOn w:val="Standardnpsmoodstavce"/>
    <w:rsid w:val="005F5C9A"/>
  </w:style>
  <w:style w:type="paragraph" w:customStyle="1" w:styleId="Zkladntext22">
    <w:name w:val="Základní text 22"/>
    <w:basedOn w:val="Normln"/>
    <w:rsid w:val="00E9766B"/>
    <w:pPr>
      <w:spacing w:before="0" w:after="0" w:line="264" w:lineRule="auto"/>
    </w:pPr>
    <w:rPr>
      <w:color w:val="FF0000"/>
    </w:rPr>
  </w:style>
  <w:style w:type="character" w:styleId="PromnnHTML">
    <w:name w:val="HTML Variable"/>
    <w:basedOn w:val="Standardnpsmoodstavce"/>
    <w:uiPriority w:val="99"/>
    <w:unhideWhenUsed/>
    <w:rsid w:val="008703E6"/>
    <w:rPr>
      <w:b/>
      <w:bCs/>
      <w:i w:val="0"/>
      <w:iCs w:val="0"/>
    </w:rPr>
  </w:style>
  <w:style w:type="paragraph" w:customStyle="1" w:styleId="l51">
    <w:name w:val="l51"/>
    <w:basedOn w:val="Normln"/>
    <w:rsid w:val="00DB1179"/>
    <w:pPr>
      <w:overflowPunct/>
      <w:autoSpaceDE/>
      <w:autoSpaceDN/>
      <w:adjustRightInd/>
      <w:spacing w:before="144" w:after="144"/>
      <w:textAlignment w:val="auto"/>
    </w:pPr>
    <w:rPr>
      <w:rFonts w:ascii="Times New Roman" w:hAnsi="Times New Roman"/>
      <w:sz w:val="24"/>
      <w:szCs w:val="24"/>
    </w:rPr>
  </w:style>
  <w:style w:type="paragraph" w:customStyle="1" w:styleId="l61">
    <w:name w:val="l61"/>
    <w:basedOn w:val="Normln"/>
    <w:rsid w:val="00F27D9B"/>
    <w:pPr>
      <w:overflowPunct/>
      <w:autoSpaceDE/>
      <w:autoSpaceDN/>
      <w:adjustRightInd/>
      <w:spacing w:before="144" w:after="144"/>
      <w:textAlignment w:val="auto"/>
    </w:pPr>
    <w:rPr>
      <w:rFonts w:ascii="Times New Roman" w:hAnsi="Times New Roman"/>
      <w:sz w:val="24"/>
      <w:szCs w:val="24"/>
    </w:rPr>
  </w:style>
  <w:style w:type="paragraph" w:customStyle="1" w:styleId="l71">
    <w:name w:val="l71"/>
    <w:basedOn w:val="Normln"/>
    <w:rsid w:val="00945B78"/>
    <w:pPr>
      <w:overflowPunct/>
      <w:autoSpaceDE/>
      <w:autoSpaceDN/>
      <w:adjustRightInd/>
      <w:spacing w:before="144" w:after="144"/>
      <w:textAlignment w:val="auto"/>
    </w:pPr>
    <w:rPr>
      <w:rFonts w:ascii="Times New Roman" w:hAnsi="Times New Roman"/>
      <w:sz w:val="24"/>
      <w:szCs w:val="24"/>
    </w:rPr>
  </w:style>
  <w:style w:type="paragraph" w:customStyle="1" w:styleId="l81">
    <w:name w:val="l81"/>
    <w:basedOn w:val="Normln"/>
    <w:rsid w:val="00945B78"/>
    <w:pPr>
      <w:overflowPunct/>
      <w:autoSpaceDE/>
      <w:autoSpaceDN/>
      <w:adjustRightInd/>
      <w:spacing w:before="144" w:after="144"/>
      <w:textAlignment w:val="auto"/>
    </w:pPr>
    <w:rPr>
      <w:rFonts w:ascii="Times New Roman" w:hAnsi="Times New Roman"/>
      <w:sz w:val="24"/>
      <w:szCs w:val="24"/>
    </w:rPr>
  </w:style>
  <w:style w:type="paragraph" w:styleId="Bezmezer">
    <w:name w:val="No Spacing"/>
    <w:uiPriority w:val="1"/>
    <w:qFormat/>
    <w:rsid w:val="004B1F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</w:rPr>
  </w:style>
  <w:style w:type="paragraph" w:customStyle="1" w:styleId="TCRTEXT">
    <w:name w:val="TCR_TEXT"/>
    <w:qFormat/>
    <w:rsid w:val="00483BD7"/>
    <w:pPr>
      <w:spacing w:after="60" w:line="240" w:lineRule="exact"/>
      <w:jc w:val="both"/>
    </w:pPr>
    <w:rPr>
      <w:rFonts w:ascii="Arial" w:hAnsi="Arial"/>
      <w:sz w:val="1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1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50237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9362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8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47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120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6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41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6946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2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3295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38898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4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4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2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43449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87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9573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2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9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07359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0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6500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03901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0027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96607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639109">
                  <w:marLeft w:val="-3150"/>
                  <w:marRight w:val="-28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78424">
                      <w:marLeft w:val="3150"/>
                      <w:marRight w:val="28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6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660116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94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451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940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23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8060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47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88487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5693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38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9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00466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8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KTY\HP_FM\&#352;ABLONY\stitek_6_tex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40A06-B00A-4DF1-B47C-8DCF726DC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stitek_6_text</Template>
  <TotalTime>981</TotalTime>
  <Pages>2</Pages>
  <Words>221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xxxxx_6_Název - text</vt:lpstr>
    </vt:vector>
  </TitlesOfParts>
  <Company>HPFM</Company>
  <LinksUpToDate>false</LinksUpToDate>
  <CharactersWithSpaces>1528</CharactersWithSpaces>
  <SharedDoc>false</SharedDoc>
  <HLinks>
    <vt:vector size="558" baseType="variant">
      <vt:variant>
        <vt:i4>3866689</vt:i4>
      </vt:variant>
      <vt:variant>
        <vt:i4>555</vt:i4>
      </vt:variant>
      <vt:variant>
        <vt:i4>0</vt:i4>
      </vt:variant>
      <vt:variant>
        <vt:i4>5</vt:i4>
      </vt:variant>
      <vt:variant>
        <vt:lpwstr>http://nahlizenidokn.cuzk.cz/VyberKatastrInfo.aspx?encrypted=ZgSHNGA7ZXjf7pJjCOAszkuZgKq-uqOe0uB7XH3P7809BLxunwOWGGlhxii0DM5c94NX36_hibFGDXTntyF7VXtRS5I3K8ZkkYm63VHfDFyfFbCW1Kssig==</vt:lpwstr>
      </vt:variant>
      <vt:variant>
        <vt:lpwstr/>
      </vt:variant>
      <vt:variant>
        <vt:i4>1966129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_Toc510078303</vt:lpwstr>
      </vt:variant>
      <vt:variant>
        <vt:i4>1966129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_Toc510078302</vt:lpwstr>
      </vt:variant>
      <vt:variant>
        <vt:i4>1966129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_Toc510078301</vt:lpwstr>
      </vt:variant>
      <vt:variant>
        <vt:i4>1966129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_Toc510078300</vt:lpwstr>
      </vt:variant>
      <vt:variant>
        <vt:i4>1507376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_Toc510078299</vt:lpwstr>
      </vt:variant>
      <vt:variant>
        <vt:i4>1507376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_Toc510078298</vt:lpwstr>
      </vt:variant>
      <vt:variant>
        <vt:i4>1507376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_Toc510078297</vt:lpwstr>
      </vt:variant>
      <vt:variant>
        <vt:i4>1507376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_Toc510078296</vt:lpwstr>
      </vt:variant>
      <vt:variant>
        <vt:i4>1507376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_Toc510078295</vt:lpwstr>
      </vt:variant>
      <vt:variant>
        <vt:i4>1507376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_Toc510078294</vt:lpwstr>
      </vt:variant>
      <vt:variant>
        <vt:i4>1507376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_Toc510078293</vt:lpwstr>
      </vt:variant>
      <vt:variant>
        <vt:i4>1507376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_Toc510078292</vt:lpwstr>
      </vt:variant>
      <vt:variant>
        <vt:i4>1507376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_Toc510078291</vt:lpwstr>
      </vt:variant>
      <vt:variant>
        <vt:i4>1507376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_Toc510078290</vt:lpwstr>
      </vt:variant>
      <vt:variant>
        <vt:i4>1441840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_Toc510078289</vt:lpwstr>
      </vt:variant>
      <vt:variant>
        <vt:i4>1441840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_Toc510078288</vt:lpwstr>
      </vt:variant>
      <vt:variant>
        <vt:i4>1441840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_Toc510078287</vt:lpwstr>
      </vt:variant>
      <vt:variant>
        <vt:i4>1441840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_Toc510078286</vt:lpwstr>
      </vt:variant>
      <vt:variant>
        <vt:i4>1441840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_Toc510078285</vt:lpwstr>
      </vt:variant>
      <vt:variant>
        <vt:i4>1441840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_Toc510078284</vt:lpwstr>
      </vt:variant>
      <vt:variant>
        <vt:i4>1441840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_Toc510078283</vt:lpwstr>
      </vt:variant>
      <vt:variant>
        <vt:i4>1441840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_Toc510078282</vt:lpwstr>
      </vt:variant>
      <vt:variant>
        <vt:i4>1441840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_Toc510078281</vt:lpwstr>
      </vt:variant>
      <vt:variant>
        <vt:i4>1441840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_Toc510078280</vt:lpwstr>
      </vt:variant>
      <vt:variant>
        <vt:i4>1638448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_Toc510078279</vt:lpwstr>
      </vt:variant>
      <vt:variant>
        <vt:i4>1638448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_Toc510078278</vt:lpwstr>
      </vt:variant>
      <vt:variant>
        <vt:i4>1638448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_Toc510078277</vt:lpwstr>
      </vt:variant>
      <vt:variant>
        <vt:i4>1638448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_Toc510078276</vt:lpwstr>
      </vt:variant>
      <vt:variant>
        <vt:i4>1638448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_Toc510078275</vt:lpwstr>
      </vt:variant>
      <vt:variant>
        <vt:i4>1638448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_Toc510078274</vt:lpwstr>
      </vt:variant>
      <vt:variant>
        <vt:i4>1638448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_Toc510078273</vt:lpwstr>
      </vt:variant>
      <vt:variant>
        <vt:i4>1638448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_Toc510078272</vt:lpwstr>
      </vt:variant>
      <vt:variant>
        <vt:i4>1638448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_Toc510078271</vt:lpwstr>
      </vt:variant>
      <vt:variant>
        <vt:i4>1638448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_Toc510078270</vt:lpwstr>
      </vt:variant>
      <vt:variant>
        <vt:i4>1572912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_Toc510078269</vt:lpwstr>
      </vt:variant>
      <vt:variant>
        <vt:i4>1572912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_Toc510078268</vt:lpwstr>
      </vt:variant>
      <vt:variant>
        <vt:i4>1572912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_Toc510078267</vt:lpwstr>
      </vt:variant>
      <vt:variant>
        <vt:i4>1572912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_Toc510078266</vt:lpwstr>
      </vt:variant>
      <vt:variant>
        <vt:i4>1572912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_Toc510078265</vt:lpwstr>
      </vt:variant>
      <vt:variant>
        <vt:i4>1572912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_Toc510078264</vt:lpwstr>
      </vt:variant>
      <vt:variant>
        <vt:i4>1572912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_Toc510078263</vt:lpwstr>
      </vt:variant>
      <vt:variant>
        <vt:i4>1572912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_Toc510078262</vt:lpwstr>
      </vt:variant>
      <vt:variant>
        <vt:i4>1572912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_Toc510078261</vt:lpwstr>
      </vt:variant>
      <vt:variant>
        <vt:i4>1572912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_Toc510078260</vt:lpwstr>
      </vt:variant>
      <vt:variant>
        <vt:i4>1769520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_Toc510078259</vt:lpwstr>
      </vt:variant>
      <vt:variant>
        <vt:i4>1769520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_Toc510078258</vt:lpwstr>
      </vt:variant>
      <vt:variant>
        <vt:i4>1769520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_Toc510078257</vt:lpwstr>
      </vt:variant>
      <vt:variant>
        <vt:i4>1769520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_Toc510078256</vt:lpwstr>
      </vt:variant>
      <vt:variant>
        <vt:i4>1769520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_Toc510078255</vt:lpwstr>
      </vt:variant>
      <vt:variant>
        <vt:i4>1769520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_Toc510078254</vt:lpwstr>
      </vt:variant>
      <vt:variant>
        <vt:i4>1769520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_Toc510078253</vt:lpwstr>
      </vt:variant>
      <vt:variant>
        <vt:i4>1769520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_Toc510078252</vt:lpwstr>
      </vt:variant>
      <vt:variant>
        <vt:i4>1769520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_Toc510078251</vt:lpwstr>
      </vt:variant>
      <vt:variant>
        <vt:i4>1769520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_Toc510078250</vt:lpwstr>
      </vt:variant>
      <vt:variant>
        <vt:i4>1703984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_Toc510078249</vt:lpwstr>
      </vt:variant>
      <vt:variant>
        <vt:i4>1703984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_Toc510078248</vt:lpwstr>
      </vt:variant>
      <vt:variant>
        <vt:i4>1703984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_Toc510078247</vt:lpwstr>
      </vt:variant>
      <vt:variant>
        <vt:i4>1703984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_Toc510078246</vt:lpwstr>
      </vt:variant>
      <vt:variant>
        <vt:i4>1703984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_Toc510078245</vt:lpwstr>
      </vt:variant>
      <vt:variant>
        <vt:i4>1703984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_Toc510078244</vt:lpwstr>
      </vt:variant>
      <vt:variant>
        <vt:i4>1703984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_Toc510078243</vt:lpwstr>
      </vt:variant>
      <vt:variant>
        <vt:i4>1703984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_Toc510078242</vt:lpwstr>
      </vt:variant>
      <vt:variant>
        <vt:i4>1703984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_Toc510078241</vt:lpwstr>
      </vt:variant>
      <vt:variant>
        <vt:i4>1703984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_Toc510078240</vt:lpwstr>
      </vt:variant>
      <vt:variant>
        <vt:i4>1900592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_Toc510078239</vt:lpwstr>
      </vt:variant>
      <vt:variant>
        <vt:i4>1900592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_Toc510078238</vt:lpwstr>
      </vt:variant>
      <vt:variant>
        <vt:i4>1900592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_Toc510078237</vt:lpwstr>
      </vt:variant>
      <vt:variant>
        <vt:i4>1900592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_Toc510078236</vt:lpwstr>
      </vt:variant>
      <vt:variant>
        <vt:i4>1900592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_Toc510078235</vt:lpwstr>
      </vt:variant>
      <vt:variant>
        <vt:i4>1900592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_Toc510078234</vt:lpwstr>
      </vt:variant>
      <vt:variant>
        <vt:i4>1900592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_Toc510078233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_Toc510078232</vt:lpwstr>
      </vt:variant>
      <vt:variant>
        <vt:i4>1900592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_Toc510078231</vt:lpwstr>
      </vt:variant>
      <vt:variant>
        <vt:i4>1900592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_Toc510078230</vt:lpwstr>
      </vt:variant>
      <vt:variant>
        <vt:i4>1835056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_Toc510078229</vt:lpwstr>
      </vt:variant>
      <vt:variant>
        <vt:i4>1835056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_Toc510078228</vt:lpwstr>
      </vt:variant>
      <vt:variant>
        <vt:i4>1835056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_Toc510078227</vt:lpwstr>
      </vt:variant>
      <vt:variant>
        <vt:i4>1835056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_Toc510078226</vt:lpwstr>
      </vt:variant>
      <vt:variant>
        <vt:i4>1835056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_Toc510078225</vt:lpwstr>
      </vt:variant>
      <vt:variant>
        <vt:i4>1835056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_Toc510078224</vt:lpwstr>
      </vt:variant>
      <vt:variant>
        <vt:i4>1835056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_Toc510078223</vt:lpwstr>
      </vt:variant>
      <vt:variant>
        <vt:i4>1835056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_Toc510078222</vt:lpwstr>
      </vt:variant>
      <vt:variant>
        <vt:i4>1835056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_Toc510078221</vt:lpwstr>
      </vt:variant>
      <vt:variant>
        <vt:i4>1835056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_Toc510078220</vt:lpwstr>
      </vt:variant>
      <vt:variant>
        <vt:i4>2031664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_Toc510078219</vt:lpwstr>
      </vt:variant>
      <vt:variant>
        <vt:i4>2031664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_Toc510078218</vt:lpwstr>
      </vt:variant>
      <vt:variant>
        <vt:i4>2031664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_Toc510078217</vt:lpwstr>
      </vt:variant>
      <vt:variant>
        <vt:i4>2031664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_Toc510078216</vt:lpwstr>
      </vt:variant>
      <vt:variant>
        <vt:i4>2031664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_Toc510078215</vt:lpwstr>
      </vt:variant>
      <vt:variant>
        <vt:i4>2031664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_Toc510078214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_Toc510078213</vt:lpwstr>
      </vt:variant>
      <vt:variant>
        <vt:i4>2031664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_Toc510078212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xxxxx_6_Název - text</dc:title>
  <dc:creator>Pavel Tomáš</dc:creator>
  <cp:lastModifiedBy>Lipták Pavol</cp:lastModifiedBy>
  <cp:revision>66</cp:revision>
  <cp:lastPrinted>2020-12-15T15:16:00Z</cp:lastPrinted>
  <dcterms:created xsi:type="dcterms:W3CDTF">2020-01-28T13:25:00Z</dcterms:created>
  <dcterms:modified xsi:type="dcterms:W3CDTF">2020-12-15T15:17:00Z</dcterms:modified>
</cp:coreProperties>
</file>